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F8AB" w14:textId="52767B33" w:rsidR="008817C5" w:rsidRDefault="00644BAC" w:rsidP="008817C5">
      <w:pPr>
        <w:pStyle w:val="01berschriftERCO"/>
      </w:pPr>
      <w:r>
        <w:t xml:space="preserve">Colette Store Paris – </w:t>
      </w:r>
      <w:proofErr w:type="spellStart"/>
      <w:r w:rsidR="00AE5B79">
        <w:t>Shopbeleuchtung</w:t>
      </w:r>
      <w:proofErr w:type="spellEnd"/>
      <w:r w:rsidR="00AE5B79">
        <w:t xml:space="preserve"> </w:t>
      </w:r>
      <w:r w:rsidR="008C6840">
        <w:t>für</w:t>
      </w:r>
      <w:r w:rsidR="007B5ADE">
        <w:t xml:space="preserve"> wechselnde Inszenierungen</w:t>
      </w:r>
      <w:r w:rsidR="00E90D73">
        <w:br/>
      </w:r>
    </w:p>
    <w:p w14:paraId="0822BFCE" w14:textId="79F9569A" w:rsidR="008817C5" w:rsidRPr="008817C5" w:rsidRDefault="008817C5" w:rsidP="008817C5">
      <w:pPr>
        <w:pStyle w:val="01berschriftERCO"/>
      </w:pPr>
      <w:r w:rsidRPr="008817C5">
        <w:t xml:space="preserve">1997 als einer der ersten </w:t>
      </w:r>
      <w:proofErr w:type="spellStart"/>
      <w:r w:rsidRPr="008817C5">
        <w:t>Concept</w:t>
      </w:r>
      <w:proofErr w:type="spellEnd"/>
      <w:r w:rsidR="007B5ADE">
        <w:t xml:space="preserve"> Stores weltweit auf der</w:t>
      </w:r>
      <w:bookmarkStart w:id="0" w:name="_GoBack"/>
      <w:bookmarkEnd w:id="0"/>
      <w:r w:rsidRPr="008817C5">
        <w:t xml:space="preserve"> Pariser Rue Saint Honoré eröffnet setzt Colette seither Maßstäbe in Sachen Mode und Lifestyle. Das vielfältige und ständig </w:t>
      </w:r>
      <w:r w:rsidR="004C6A3E" w:rsidRPr="008817C5">
        <w:t>aktualisierte</w:t>
      </w:r>
      <w:r w:rsidRPr="008817C5">
        <w:t xml:space="preserve"> Angebot wird mit aktuellster ERCO LED-Lichttechnik perfekt inszeniert.</w:t>
      </w:r>
    </w:p>
    <w:p w14:paraId="46A49902" w14:textId="77777777" w:rsidR="008817C5" w:rsidRDefault="008817C5" w:rsidP="008817C5">
      <w:pPr>
        <w:pStyle w:val="02TextERCO"/>
      </w:pPr>
    </w:p>
    <w:p w14:paraId="63534B4C" w14:textId="74856C45" w:rsidR="008817C5" w:rsidRPr="008817C5" w:rsidRDefault="008817C5" w:rsidP="00623337">
      <w:pPr>
        <w:pStyle w:val="02TextERCO"/>
      </w:pPr>
      <w:r w:rsidRPr="008817C5">
        <w:t>Colette bietet ein Shoppingerlebnis der exklusiven Art: Auf drei Verkaufsebenen und insgesamt 740</w:t>
      </w:r>
      <w:r w:rsidR="002A2882">
        <w:t>m</w:t>
      </w:r>
      <w:r w:rsidR="002A2882">
        <w:rPr>
          <w:vertAlign w:val="superscript"/>
        </w:rPr>
        <w:t>2</w:t>
      </w:r>
      <w:r w:rsidRPr="008817C5">
        <w:t xml:space="preserve"> präsentieren und vermarkten die Gründerin Colette Rousseau und Kreativdirektorin Sarah </w:t>
      </w:r>
      <w:proofErr w:type="spellStart"/>
      <w:r w:rsidRPr="008817C5">
        <w:t>Andelman</w:t>
      </w:r>
      <w:proofErr w:type="spellEnd"/>
      <w:r w:rsidRPr="008817C5">
        <w:t xml:space="preserve"> Kollektionen der gefragtesten internationalen Modeschöpfer, ergänzt um ausgesuchte Schuhe, Uhren, Schmuck, Taschen, Kosmetik, Parfums, Bücher, Zeitschriften, Spielzeug und Sportartikel, Möbel und Wohnaccessoires, Musik und Technikgadgets. </w:t>
      </w:r>
    </w:p>
    <w:p w14:paraId="0D7C8C43" w14:textId="56015BF5" w:rsidR="008817C5" w:rsidRPr="008817C5" w:rsidRDefault="008817C5" w:rsidP="00623337">
      <w:pPr>
        <w:pStyle w:val="02TextERCO"/>
      </w:pPr>
      <w:r w:rsidRPr="008817C5">
        <w:t xml:space="preserve">Der Shop ist nicht nur vielfältig </w:t>
      </w:r>
      <w:r w:rsidR="00746A9A">
        <w:t>–</w:t>
      </w:r>
      <w:r w:rsidRPr="008817C5">
        <w:t xml:space="preserve"> mit unterschiedlich inszenierten Verkaufsbereichen, einer integrierten Galerie für wechselnde Kunstausstellungen und einem kleinen, feinen Gastronomiebereich im Untergeschoss, der sogenannten </w:t>
      </w:r>
      <w:r w:rsidR="004A2310">
        <w:t>„</w:t>
      </w:r>
      <w:proofErr w:type="spellStart"/>
      <w:r w:rsidRPr="008817C5">
        <w:t>Water</w:t>
      </w:r>
      <w:proofErr w:type="spellEnd"/>
      <w:r w:rsidRPr="008817C5">
        <w:t xml:space="preserve"> Bar</w:t>
      </w:r>
      <w:r w:rsidR="004A2310">
        <w:t>“</w:t>
      </w:r>
      <w:r w:rsidRPr="008817C5">
        <w:t xml:space="preserve"> </w:t>
      </w:r>
      <w:r w:rsidR="007839C7">
        <w:t>–</w:t>
      </w:r>
      <w:r w:rsidRPr="008817C5">
        <w:t xml:space="preserve"> sondern auch immer am Puls der Zeit: Das Angebot wird permanent um neue Artikel ergänzt, wöchentlich werden die Schaufenster und einzelne Bereiche des Shops neu dekoriert. </w:t>
      </w:r>
    </w:p>
    <w:p w14:paraId="3F79B071" w14:textId="77777777" w:rsidR="008817C5" w:rsidRPr="008817C5" w:rsidRDefault="008817C5" w:rsidP="008817C5">
      <w:pPr>
        <w:pStyle w:val="02TextERCO"/>
      </w:pPr>
    </w:p>
    <w:p w14:paraId="3A72C4BB" w14:textId="4F340179" w:rsidR="008817C5" w:rsidRPr="008817C5" w:rsidRDefault="008817C5" w:rsidP="008817C5">
      <w:pPr>
        <w:pStyle w:val="02TextERCO"/>
      </w:pPr>
      <w:r w:rsidRPr="008817C5">
        <w:t xml:space="preserve">Ein flexibles Lichtkonzept mit ERCO LED-Lichttechnik inszeniert die unterschiedlichen Bereiche und immer wieder wechselnden Luxuswaren im Shop optimal: mit einer hervorragenden Farbwiedergabe, die jede Farbnuance der präsentierten Mode hervorhebt </w:t>
      </w:r>
      <w:r w:rsidR="004C6A3E">
        <w:t xml:space="preserve">sowie </w:t>
      </w:r>
      <w:r w:rsidRPr="008817C5">
        <w:t xml:space="preserve">einer exakten und brillanten Beleuchtung, die Schnitte und Materialien randscharf und plastisch darstellt. Hier kommt die langjährige Erfahrung von ERCO im Bereich der Museumsbeleuchtung zum Einsatz: Die gut abgeblendeten Lichtwerkzeuge sorgen für eine komfortable Präsentation von Accessoires, Uhren und Schmuck in Glasregalen und Vitrinen und eine präzise Ausleuchtung der ausgestellten Kunst. </w:t>
      </w:r>
    </w:p>
    <w:p w14:paraId="25EEB9E0" w14:textId="3CB1A486" w:rsidR="004C6656" w:rsidRDefault="008817C5" w:rsidP="0035330E">
      <w:pPr>
        <w:pStyle w:val="02TextERCO"/>
      </w:pPr>
      <w:r>
        <w:lastRenderedPageBreak/>
        <w:t xml:space="preserve">Die eingesetzten </w:t>
      </w:r>
      <w:proofErr w:type="spellStart"/>
      <w:r>
        <w:t>Optec</w:t>
      </w:r>
      <w:proofErr w:type="spellEnd"/>
      <w:r w:rsidRPr="008817C5">
        <w:t xml:space="preserve"> Strahler von ERCO erweisen sich als wahre Alleskönner </w:t>
      </w:r>
      <w:r w:rsidR="00746A9A">
        <w:t>–</w:t>
      </w:r>
      <w:r w:rsidRPr="008817C5">
        <w:t xml:space="preserve"> mit unterschiedlichen Lichtverteilungen decken sie alle Anforderungen an erstklassige </w:t>
      </w:r>
      <w:proofErr w:type="spellStart"/>
      <w:r w:rsidRPr="008817C5">
        <w:t>Shopbeleuchtung</w:t>
      </w:r>
      <w:proofErr w:type="spellEnd"/>
      <w:r w:rsidRPr="008817C5">
        <w:t xml:space="preserve"> ab. In den Schaufenstern sorgen sie für eine kontrastreiche Akzentuierung der Schaufensterpuppen sowie Schuhe und Taschen in Glasregalen; über den Verkaufstischen in der sogenannten "Hi-Tech Zone" im Erdgeschoss für eine blendfreie Beleuchtung von Uhren und Technikgadgets. Die Kombination von </w:t>
      </w:r>
      <w:proofErr w:type="spellStart"/>
      <w:r w:rsidRPr="008817C5">
        <w:t>Optec</w:t>
      </w:r>
      <w:proofErr w:type="spellEnd"/>
      <w:r w:rsidRPr="008817C5">
        <w:t xml:space="preserve"> Strahlern und </w:t>
      </w:r>
      <w:proofErr w:type="spellStart"/>
      <w:r w:rsidRPr="008817C5">
        <w:t>Optec</w:t>
      </w:r>
      <w:proofErr w:type="spellEnd"/>
      <w:r w:rsidRPr="008817C5">
        <w:t xml:space="preserve"> Linsenwandflutern in einer Schiene entlang der Fensterseite im Obergeschoss schafft hohen Sehkomfort mit gleichmäßiger Grundbeleuchtung der Verkaufsfläche, Wandflutung, die </w:t>
      </w:r>
      <w:proofErr w:type="spellStart"/>
      <w:r w:rsidRPr="008817C5">
        <w:t>die</w:t>
      </w:r>
      <w:proofErr w:type="spellEnd"/>
      <w:r w:rsidRPr="008817C5">
        <w:t xml:space="preserve"> Räume großzügig wirken lässt</w:t>
      </w:r>
      <w:r w:rsidR="004C6A3E">
        <w:t xml:space="preserve"> </w:t>
      </w:r>
      <w:r w:rsidRPr="008817C5">
        <w:t>und eindrucksvolle</w:t>
      </w:r>
      <w:r w:rsidR="004C6A3E">
        <w:t>n</w:t>
      </w:r>
      <w:r w:rsidRPr="008817C5">
        <w:t xml:space="preserve"> Lichtakzente</w:t>
      </w:r>
      <w:r w:rsidR="004C6A3E">
        <w:t>n</w:t>
      </w:r>
      <w:r w:rsidRPr="008817C5">
        <w:t xml:space="preserve"> auf ausgesuchten Kle</w:t>
      </w:r>
      <w:r>
        <w:t>iderstücken. Quintessence</w:t>
      </w:r>
      <w:r w:rsidRPr="008817C5">
        <w:t xml:space="preserve"> </w:t>
      </w:r>
      <w:proofErr w:type="spellStart"/>
      <w:r w:rsidRPr="008817C5">
        <w:t>Linsenwandfluter</w:t>
      </w:r>
      <w:proofErr w:type="spellEnd"/>
      <w:r w:rsidRPr="008817C5">
        <w:t xml:space="preserve"> und Strahler setzen schließlich den Ausstellungsbereich mit wechselnden Kunstwerken im Obergeschoss in Szene. Die verschiedenen ERCO Lichtwerkzeuge zonieren die bunte, vielfältige Welt von Colette </w:t>
      </w:r>
      <w:r w:rsidR="00746A9A">
        <w:t>–</w:t>
      </w:r>
      <w:r w:rsidRPr="008817C5">
        <w:t> so sorgen sie für Orientierung und reagieren flexibel auf den schnelllebigen Lif</w:t>
      </w:r>
      <w:r w:rsidR="002D42E9">
        <w:t>estyle des Pariser Luxustempels.</w:t>
      </w:r>
    </w:p>
    <w:p w14:paraId="0AA6D121" w14:textId="77777777" w:rsidR="002D42E9" w:rsidRDefault="002D42E9" w:rsidP="0035330E">
      <w:pPr>
        <w:pStyle w:val="02TextERCO"/>
      </w:pPr>
    </w:p>
    <w:p w14:paraId="060171BD" w14:textId="77777777" w:rsidR="002D42E9" w:rsidRPr="00783AB8" w:rsidRDefault="002D42E9" w:rsidP="0035330E">
      <w:pPr>
        <w:pStyle w:val="02TextERCO"/>
      </w:pPr>
    </w:p>
    <w:p w14:paraId="7E73D495" w14:textId="5E0E1E4C" w:rsidR="003B4E2B" w:rsidRPr="00783AB8" w:rsidRDefault="0005621C" w:rsidP="0035330E">
      <w:pPr>
        <w:pStyle w:val="01berschriftERCO"/>
      </w:pPr>
      <w:r w:rsidRPr="00783AB8">
        <w:t>Projektdaten</w:t>
      </w:r>
    </w:p>
    <w:p w14:paraId="6ED95156" w14:textId="0D92CC19" w:rsidR="003B4E2B" w:rsidRPr="008817C5" w:rsidRDefault="008817C5" w:rsidP="00E0276C">
      <w:pPr>
        <w:pStyle w:val="03InfosERCO"/>
        <w:spacing w:line="360" w:lineRule="auto"/>
      </w:pPr>
      <w:r>
        <w:t xml:space="preserve">Projekt: </w:t>
      </w:r>
      <w:r>
        <w:tab/>
      </w:r>
      <w:r w:rsidR="00623337">
        <w:t>Colette Store, Paris / Frankreich</w:t>
      </w:r>
    </w:p>
    <w:p w14:paraId="5477461A" w14:textId="7D58BBE0" w:rsidR="005A4DBE" w:rsidRPr="008817C5" w:rsidRDefault="004A3B56" w:rsidP="00E0276C">
      <w:pPr>
        <w:pStyle w:val="03InfosERCO"/>
        <w:spacing w:line="360" w:lineRule="auto"/>
      </w:pPr>
      <w:r w:rsidRPr="008817C5">
        <w:t>Produkte:</w:t>
      </w:r>
      <w:r w:rsidR="004757D5" w:rsidRPr="008817C5">
        <w:tab/>
      </w:r>
      <w:proofErr w:type="spellStart"/>
      <w:r w:rsidR="00E83A1C">
        <w:t>Optec</w:t>
      </w:r>
      <w:proofErr w:type="spellEnd"/>
      <w:r w:rsidR="00E83A1C">
        <w:t xml:space="preserve">, Quintessence </w:t>
      </w:r>
    </w:p>
    <w:p w14:paraId="17D1A832" w14:textId="094B4874" w:rsidR="005A4DBE" w:rsidRPr="008817C5" w:rsidRDefault="004A3B56" w:rsidP="00E0276C">
      <w:pPr>
        <w:pStyle w:val="03InfosERCO"/>
        <w:spacing w:line="360" w:lineRule="auto"/>
      </w:pPr>
      <w:r w:rsidRPr="008817C5">
        <w:t>Fotohinweis</w:t>
      </w:r>
      <w:r w:rsidR="004757D5" w:rsidRPr="008817C5">
        <w:t xml:space="preserve">: </w:t>
      </w:r>
      <w:r w:rsidR="004757D5" w:rsidRPr="008817C5">
        <w:tab/>
      </w:r>
      <w:r w:rsidR="009F34F8" w:rsidRPr="008817C5">
        <w:t>ERCO GmbH, www.erco.com, Foto</w:t>
      </w:r>
      <w:r w:rsidR="00623337">
        <w:t>s</w:t>
      </w:r>
      <w:r w:rsidR="009F34F8" w:rsidRPr="008817C5">
        <w:t>:</w:t>
      </w:r>
      <w:r w:rsidR="00623337">
        <w:t xml:space="preserve"> Edgar Zippel</w:t>
      </w:r>
      <w:r w:rsidR="00D27F29">
        <w:t>, Berlin / Deutschland</w:t>
      </w:r>
      <w:r w:rsidR="00623337">
        <w:t xml:space="preserve"> </w:t>
      </w:r>
    </w:p>
    <w:p w14:paraId="0AF8E759" w14:textId="1926A68A" w:rsidR="003B4E2B" w:rsidRPr="00783AB8" w:rsidRDefault="003B4E2B" w:rsidP="00E0276C">
      <w:pPr>
        <w:pStyle w:val="03InfosERCO"/>
        <w:spacing w:line="360" w:lineRule="auto"/>
      </w:pPr>
    </w:p>
    <w:p w14:paraId="4F07187A" w14:textId="77777777" w:rsidR="00C64D2C" w:rsidRPr="00783AB8" w:rsidRDefault="00C64D2C" w:rsidP="0035330E">
      <w:pPr>
        <w:pStyle w:val="02TextERCO"/>
      </w:pPr>
    </w:p>
    <w:p w14:paraId="6EBDF0A1" w14:textId="46248D8B" w:rsidR="005A4DBE" w:rsidRPr="00783AB8" w:rsidRDefault="005A4DBE" w:rsidP="0035330E">
      <w:pPr>
        <w:pStyle w:val="01berschriftERCO"/>
      </w:pPr>
      <w:r w:rsidRPr="00783AB8">
        <w:t>Über ERCO</w:t>
      </w:r>
    </w:p>
    <w:p w14:paraId="52940ED1" w14:textId="77777777" w:rsidR="00DE26BE" w:rsidRPr="00783AB8" w:rsidRDefault="00DE26BE" w:rsidP="0035330E">
      <w:pPr>
        <w:pStyle w:val="02TextERCO"/>
      </w:pPr>
      <w:r w:rsidRPr="00783AB8">
        <w:t xml:space="preserve">Die ERCO Lichtfabrik mit Sitz in Lüdenscheid ist ein führender Spezialist für Architekturbeleuchtung mit LED-Technologie. Das 1934 gegründete Familienunternehmen operiert weltweit in 55 Ländern mit eigenständigen Vertriebsorganisationen und Partnern. Seit 2015 basiert das Produktprogramm vollständig auf LED-Technologie. Unter dem Leitmotiv „light digital“ entwickelt, gestaltet und produziert ERCO in Lüdenscheid digitale Leuchten mit den Schwerpunkten </w:t>
      </w:r>
      <w:r w:rsidRPr="00783AB8">
        <w:lastRenderedPageBreak/>
        <w:t>lichttechnische Optiken, Elektronik und Design. Die Lichtwerkzeuge entstehen in engem Kontakt mit Architekten, Lichtplanern und Elektroplanern und kommen primär in den folgenden Anwendungsbereichen zum Einsatz: Work und Shop, Culture und Community, Hospitality, Living, Public und Contemplation. ERCO versteht digitales Licht als die vierte Dimension der Architektur – und unterstützt Planer dabei, ihre Projekte mit hochpräzisen, effizienten Lichtlösungen in die Realität zu überführen.</w:t>
      </w:r>
    </w:p>
    <w:p w14:paraId="15093C73" w14:textId="77777777" w:rsidR="00DE26BE" w:rsidRPr="00783AB8" w:rsidRDefault="00DE26BE" w:rsidP="0035330E">
      <w:pPr>
        <w:pStyle w:val="02TextERCO"/>
      </w:pPr>
    </w:p>
    <w:p w14:paraId="54DC13AD" w14:textId="31CE6FB3" w:rsidR="005A4DBE" w:rsidRPr="00783AB8" w:rsidRDefault="00DE26BE" w:rsidP="0035330E">
      <w:pPr>
        <w:pStyle w:val="02TextERCO"/>
      </w:pPr>
      <w:r w:rsidRPr="00783AB8">
        <w:t>Sollten Sie weiterführende Informationen zu ERCO oder Bildmaterial wünschen, besuchen Sie uns bitte auf www.erco.com/presse. Gerne liefern wir Ihnen auch Material zu Projekten weltweit für Ihre Berichterstattung.</w:t>
      </w:r>
    </w:p>
    <w:sectPr w:rsidR="005A4DBE" w:rsidRPr="00783AB8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623337" w:rsidRDefault="00623337">
      <w:r>
        <w:separator/>
      </w:r>
    </w:p>
  </w:endnote>
  <w:endnote w:type="continuationSeparator" w:id="0">
    <w:p w14:paraId="0C324B78" w14:textId="77777777" w:rsidR="00623337" w:rsidRDefault="0062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623337" w:rsidRDefault="00623337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623337" w:rsidRDefault="00623337">
      <w:r>
        <w:separator/>
      </w:r>
    </w:p>
  </w:footnote>
  <w:footnote w:type="continuationSeparator" w:id="0">
    <w:p w14:paraId="7E5253FF" w14:textId="77777777" w:rsidR="00623337" w:rsidRDefault="006233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1284C7E7" w:rsidR="00623337" w:rsidRPr="00F26635" w:rsidRDefault="0062333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05.2016</w:t>
    </w:r>
    <w:r>
      <w:rPr>
        <w:rFonts w:cs="Arial"/>
        <w:sz w:val="44"/>
        <w:szCs w:val="44"/>
        <w:lang w:val="en-US"/>
      </w:rPr>
      <w:br/>
    </w:r>
    <w:proofErr w:type="spellStart"/>
    <w:r w:rsidRPr="003B4E2B">
      <w:rPr>
        <w:rFonts w:cs="Arial"/>
        <w:szCs w:val="24"/>
        <w:lang w:val="en-US"/>
      </w:rPr>
      <w:t>Textversion</w:t>
    </w:r>
    <w:proofErr w:type="spellEnd"/>
  </w:p>
  <w:p w14:paraId="5D6B739C" w14:textId="284553EF" w:rsidR="00623337" w:rsidRPr="00BF338E" w:rsidRDefault="0062333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623337" w:rsidRPr="000923F1" w:rsidRDefault="00623337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623337" w:rsidRPr="00B56CE7" w:rsidRDefault="00623337" w:rsidP="0035330E">
    <w:pPr>
      <w:pStyle w:val="05AdresseERCO"/>
      <w:framePr w:wrap="around"/>
    </w:pPr>
    <w:r w:rsidRPr="00B56CE7">
      <w:t>ERCO GmbH</w:t>
    </w:r>
  </w:p>
  <w:p w14:paraId="7DB04D30" w14:textId="77777777" w:rsidR="00623337" w:rsidRPr="00B56CE7" w:rsidRDefault="00623337" w:rsidP="0035330E">
    <w:pPr>
      <w:pStyle w:val="05AdresseERCO"/>
      <w:framePr w:wrap="around"/>
    </w:pPr>
    <w:r w:rsidRPr="00B56CE7">
      <w:t>Nina Reetzke</w:t>
    </w:r>
  </w:p>
  <w:p w14:paraId="6F8E32CF" w14:textId="77777777" w:rsidR="00623337" w:rsidRPr="00B56CE7" w:rsidRDefault="00623337" w:rsidP="0035330E">
    <w:pPr>
      <w:pStyle w:val="05AdresseERCO"/>
      <w:framePr w:wrap="around"/>
    </w:pPr>
    <w:r w:rsidRPr="00B56CE7">
      <w:t>Pressereferentin</w:t>
    </w:r>
  </w:p>
  <w:p w14:paraId="3D40103B" w14:textId="77777777" w:rsidR="00623337" w:rsidRPr="00B56CE7" w:rsidRDefault="00623337" w:rsidP="0035330E">
    <w:pPr>
      <w:pStyle w:val="05AdresseERCO"/>
      <w:framePr w:wrap="around"/>
    </w:pPr>
    <w:r w:rsidRPr="00B56CE7">
      <w:t>Postfach 2460</w:t>
    </w:r>
  </w:p>
  <w:p w14:paraId="5DBB89F6" w14:textId="1DC4080C" w:rsidR="00623337" w:rsidRPr="00B56CE7" w:rsidRDefault="00623337" w:rsidP="0035330E">
    <w:pPr>
      <w:pStyle w:val="05AdresseERCO"/>
      <w:framePr w:wrap="around"/>
    </w:pPr>
    <w:r w:rsidRPr="00B56CE7">
      <w:t>58505 Lüdenscheid</w:t>
    </w:r>
  </w:p>
  <w:p w14:paraId="7EA89D19" w14:textId="77777777" w:rsidR="00623337" w:rsidRPr="00B56CE7" w:rsidRDefault="00623337" w:rsidP="0035330E">
    <w:pPr>
      <w:pStyle w:val="05AdresseERCO"/>
      <w:framePr w:wrap="around"/>
    </w:pPr>
  </w:p>
  <w:p w14:paraId="259FB627" w14:textId="77777777" w:rsidR="00623337" w:rsidRPr="00B56CE7" w:rsidRDefault="00623337" w:rsidP="0035330E">
    <w:pPr>
      <w:pStyle w:val="05AdresseERCO"/>
      <w:framePr w:wrap="around"/>
    </w:pPr>
    <w:r w:rsidRPr="00B56CE7">
      <w:t>Brockhauser Weg 80-82</w:t>
    </w:r>
  </w:p>
  <w:p w14:paraId="7B1BC98F" w14:textId="77777777" w:rsidR="00623337" w:rsidRPr="00B56CE7" w:rsidRDefault="00623337" w:rsidP="0035330E">
    <w:pPr>
      <w:pStyle w:val="05AdresseERCO"/>
      <w:framePr w:wrap="around"/>
    </w:pPr>
    <w:r w:rsidRPr="00B56CE7">
      <w:t>58507 Lüdenscheid</w:t>
    </w:r>
  </w:p>
  <w:p w14:paraId="74107984" w14:textId="77777777" w:rsidR="00623337" w:rsidRPr="00B56CE7" w:rsidRDefault="00623337" w:rsidP="0035330E">
    <w:pPr>
      <w:pStyle w:val="05AdresseERCO"/>
      <w:framePr w:wrap="around"/>
    </w:pPr>
  </w:p>
  <w:p w14:paraId="3712C5D9" w14:textId="5CE4602B" w:rsidR="00623337" w:rsidRPr="00B56CE7" w:rsidRDefault="00623337" w:rsidP="0035330E">
    <w:pPr>
      <w:pStyle w:val="05AdresseERCO"/>
      <w:framePr w:wrap="around"/>
    </w:pPr>
    <w:r w:rsidRPr="00B56CE7">
      <w:t>Tel.:</w:t>
    </w:r>
    <w:r w:rsidRPr="00B56CE7">
      <w:tab/>
      <w:t>+49 (0) 2351 551 690</w:t>
    </w:r>
  </w:p>
  <w:p w14:paraId="663CEA46" w14:textId="266E2EF3" w:rsidR="00623337" w:rsidRPr="00B56CE7" w:rsidRDefault="00623337" w:rsidP="0035330E">
    <w:pPr>
      <w:pStyle w:val="05AdresseERCO"/>
      <w:framePr w:wrap="around"/>
    </w:pPr>
    <w:r w:rsidRPr="00B56CE7">
      <w:t>Fax:</w:t>
    </w:r>
    <w:r w:rsidRPr="00B56CE7">
      <w:tab/>
      <w:t>+49 (0) 2351 551 340</w:t>
    </w:r>
  </w:p>
  <w:p w14:paraId="49F47478" w14:textId="77777777" w:rsidR="00623337" w:rsidRPr="00B56CE7" w:rsidRDefault="00623337" w:rsidP="0035330E">
    <w:pPr>
      <w:pStyle w:val="05AdresseERCO"/>
      <w:framePr w:wrap="around"/>
    </w:pPr>
    <w:r w:rsidRPr="00B56CE7">
      <w:t>n.reetzke@erco.com</w:t>
    </w:r>
  </w:p>
  <w:p w14:paraId="4224EECB" w14:textId="77777777" w:rsidR="00623337" w:rsidRPr="00B56CE7" w:rsidRDefault="007B5ADE" w:rsidP="0035330E">
    <w:pPr>
      <w:pStyle w:val="05AdresseERCO"/>
      <w:framePr w:wrap="around"/>
    </w:pPr>
    <w:hyperlink r:id="rId1" w:history="1">
      <w:r w:rsidR="00623337" w:rsidRPr="00B56CE7">
        <w:t>www.erco.com</w:t>
      </w:r>
    </w:hyperlink>
  </w:p>
  <w:p w14:paraId="1DE9BB5D" w14:textId="77777777" w:rsidR="00623337" w:rsidRPr="00B56CE7" w:rsidRDefault="00623337" w:rsidP="0035330E">
    <w:pPr>
      <w:pStyle w:val="05AdresseERCO"/>
      <w:framePr w:wrap="around"/>
    </w:pPr>
  </w:p>
  <w:p w14:paraId="2AC59B8E" w14:textId="77777777" w:rsidR="00623337" w:rsidRPr="00B56CE7" w:rsidRDefault="00623337" w:rsidP="0035330E">
    <w:pPr>
      <w:pStyle w:val="05AdresseERCO"/>
      <w:framePr w:wrap="around"/>
    </w:pPr>
  </w:p>
  <w:p w14:paraId="13530038" w14:textId="77777777" w:rsidR="00623337" w:rsidRDefault="00623337" w:rsidP="0035330E">
    <w:pPr>
      <w:pStyle w:val="05AdresseERCO"/>
      <w:framePr w:wrap="around"/>
    </w:pPr>
    <w:r w:rsidRPr="00B56CE7">
      <w:t>mai public relations GmbH</w:t>
    </w:r>
    <w:r>
      <w:t xml:space="preserve"> </w:t>
    </w:r>
  </w:p>
  <w:p w14:paraId="14EE51BB" w14:textId="77777777" w:rsidR="00623337" w:rsidRDefault="00623337" w:rsidP="0035330E">
    <w:pPr>
      <w:pStyle w:val="05AdresseERCO"/>
      <w:framePr w:wrap="around"/>
    </w:pPr>
    <w:r>
      <w:t>Arno Heitland</w:t>
    </w:r>
  </w:p>
  <w:p w14:paraId="4598401D" w14:textId="77777777" w:rsidR="00623337" w:rsidRDefault="00623337" w:rsidP="0035330E">
    <w:pPr>
      <w:pStyle w:val="05AdresseERCO"/>
      <w:framePr w:wrap="around"/>
    </w:pPr>
    <w:r w:rsidRPr="00B56CE7">
      <w:t>Leuschnerdamm 13</w:t>
    </w:r>
  </w:p>
  <w:p w14:paraId="10A23A59" w14:textId="77777777" w:rsidR="00623337" w:rsidRDefault="00623337" w:rsidP="0035330E">
    <w:pPr>
      <w:pStyle w:val="05AdresseERCO"/>
      <w:framePr w:wrap="around"/>
    </w:pPr>
    <w:r w:rsidRPr="00B56CE7">
      <w:t>10999 Berlin</w:t>
    </w:r>
  </w:p>
  <w:p w14:paraId="28DE77B4" w14:textId="77777777" w:rsidR="00623337" w:rsidRDefault="00623337" w:rsidP="0035330E">
    <w:pPr>
      <w:pStyle w:val="05AdresseERCO"/>
      <w:framePr w:wrap="around"/>
    </w:pPr>
    <w:r w:rsidRPr="00B56CE7">
      <w:t xml:space="preserve">Tel.: +49 (0) 30 66 40 </w:t>
    </w:r>
    <w:proofErr w:type="spellStart"/>
    <w:r w:rsidRPr="00B56CE7">
      <w:t>40</w:t>
    </w:r>
    <w:proofErr w:type="spellEnd"/>
    <w:r w:rsidRPr="00B56CE7">
      <w:t xml:space="preserve"> </w:t>
    </w:r>
    <w:r>
      <w:t>553</w:t>
    </w:r>
  </w:p>
  <w:p w14:paraId="79ED55F9" w14:textId="79A30456" w:rsidR="00623337" w:rsidRPr="00B56CE7" w:rsidRDefault="007B5ADE" w:rsidP="0035330E">
    <w:pPr>
      <w:pStyle w:val="05AdresseERCO"/>
      <w:framePr w:wrap="around"/>
    </w:pPr>
    <w:hyperlink r:id="rId2" w:history="1">
      <w:r w:rsidR="00623337" w:rsidRPr="00B56CE7">
        <w:t>erco@maipr.com</w:t>
      </w:r>
    </w:hyperlink>
  </w:p>
  <w:p w14:paraId="210824EC" w14:textId="77777777" w:rsidR="00623337" w:rsidRPr="00B56CE7" w:rsidRDefault="00623337" w:rsidP="0035330E">
    <w:pPr>
      <w:pStyle w:val="05AdresseERCO"/>
      <w:framePr w:wrap="around"/>
    </w:pPr>
    <w:r w:rsidRPr="00B56CE7">
      <w:t>www.maipr.com</w:t>
    </w:r>
  </w:p>
  <w:p w14:paraId="4BE9C971" w14:textId="77777777" w:rsidR="00623337" w:rsidRDefault="00623337">
    <w:pPr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131200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D7DE07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B8787A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F667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5A32C6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E6771"/>
    <w:rsid w:val="000F74AB"/>
    <w:rsid w:val="001064D1"/>
    <w:rsid w:val="0010782F"/>
    <w:rsid w:val="001114F3"/>
    <w:rsid w:val="00113AA5"/>
    <w:rsid w:val="00132C16"/>
    <w:rsid w:val="0013778A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004C"/>
    <w:rsid w:val="00242D1F"/>
    <w:rsid w:val="00242F2A"/>
    <w:rsid w:val="002448E9"/>
    <w:rsid w:val="00246A10"/>
    <w:rsid w:val="00267E7A"/>
    <w:rsid w:val="0028005E"/>
    <w:rsid w:val="00283D76"/>
    <w:rsid w:val="00295A1C"/>
    <w:rsid w:val="002963F8"/>
    <w:rsid w:val="00297D22"/>
    <w:rsid w:val="002A1093"/>
    <w:rsid w:val="002A2882"/>
    <w:rsid w:val="002B4906"/>
    <w:rsid w:val="002C0754"/>
    <w:rsid w:val="002C2567"/>
    <w:rsid w:val="002C36AB"/>
    <w:rsid w:val="002D42E9"/>
    <w:rsid w:val="002F294A"/>
    <w:rsid w:val="002F2F68"/>
    <w:rsid w:val="00305EF9"/>
    <w:rsid w:val="0031162C"/>
    <w:rsid w:val="003120D1"/>
    <w:rsid w:val="00324F3A"/>
    <w:rsid w:val="0033318E"/>
    <w:rsid w:val="0035330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361E3"/>
    <w:rsid w:val="00450000"/>
    <w:rsid w:val="004523CA"/>
    <w:rsid w:val="004546EF"/>
    <w:rsid w:val="004713E8"/>
    <w:rsid w:val="0047222A"/>
    <w:rsid w:val="00472A36"/>
    <w:rsid w:val="0047524C"/>
    <w:rsid w:val="004757D5"/>
    <w:rsid w:val="0047768D"/>
    <w:rsid w:val="004779D8"/>
    <w:rsid w:val="00482881"/>
    <w:rsid w:val="00483F19"/>
    <w:rsid w:val="0048783D"/>
    <w:rsid w:val="004A2310"/>
    <w:rsid w:val="004A3B56"/>
    <w:rsid w:val="004B28F1"/>
    <w:rsid w:val="004B34DC"/>
    <w:rsid w:val="004C3C96"/>
    <w:rsid w:val="004C58EB"/>
    <w:rsid w:val="004C6656"/>
    <w:rsid w:val="004C6A3E"/>
    <w:rsid w:val="004D1E14"/>
    <w:rsid w:val="004D2B83"/>
    <w:rsid w:val="004D352A"/>
    <w:rsid w:val="004E2ED1"/>
    <w:rsid w:val="004F0629"/>
    <w:rsid w:val="004F3038"/>
    <w:rsid w:val="005156B0"/>
    <w:rsid w:val="0051771F"/>
    <w:rsid w:val="005245BE"/>
    <w:rsid w:val="00535EA0"/>
    <w:rsid w:val="005373DB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5E4E3F"/>
    <w:rsid w:val="00600D2A"/>
    <w:rsid w:val="00601847"/>
    <w:rsid w:val="00604B21"/>
    <w:rsid w:val="006062F3"/>
    <w:rsid w:val="006108DA"/>
    <w:rsid w:val="00613A03"/>
    <w:rsid w:val="006155A2"/>
    <w:rsid w:val="00623337"/>
    <w:rsid w:val="00631A6B"/>
    <w:rsid w:val="006326F3"/>
    <w:rsid w:val="00634458"/>
    <w:rsid w:val="00644BAC"/>
    <w:rsid w:val="00650C0D"/>
    <w:rsid w:val="0065429C"/>
    <w:rsid w:val="00671D19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46A9A"/>
    <w:rsid w:val="007501F5"/>
    <w:rsid w:val="00752C27"/>
    <w:rsid w:val="00772E27"/>
    <w:rsid w:val="0077629F"/>
    <w:rsid w:val="007824B7"/>
    <w:rsid w:val="007839C7"/>
    <w:rsid w:val="00783AB8"/>
    <w:rsid w:val="00784BF2"/>
    <w:rsid w:val="00787C8E"/>
    <w:rsid w:val="00787D34"/>
    <w:rsid w:val="0079138D"/>
    <w:rsid w:val="0079420A"/>
    <w:rsid w:val="0079777B"/>
    <w:rsid w:val="007A46EA"/>
    <w:rsid w:val="007A5E47"/>
    <w:rsid w:val="007B1BDB"/>
    <w:rsid w:val="007B5ADE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17C5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C6840"/>
    <w:rsid w:val="008C7BCC"/>
    <w:rsid w:val="008D30E4"/>
    <w:rsid w:val="008E1574"/>
    <w:rsid w:val="008E431B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978E0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25EB1"/>
    <w:rsid w:val="00A339F1"/>
    <w:rsid w:val="00A50005"/>
    <w:rsid w:val="00A5032A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E5B79"/>
    <w:rsid w:val="00AF3425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2A7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CE6DB6"/>
    <w:rsid w:val="00D026B7"/>
    <w:rsid w:val="00D02C76"/>
    <w:rsid w:val="00D03716"/>
    <w:rsid w:val="00D06469"/>
    <w:rsid w:val="00D075A9"/>
    <w:rsid w:val="00D27F2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E26BE"/>
    <w:rsid w:val="00DF1DEC"/>
    <w:rsid w:val="00DF2EDA"/>
    <w:rsid w:val="00DF44F7"/>
    <w:rsid w:val="00DF5832"/>
    <w:rsid w:val="00DF7EBE"/>
    <w:rsid w:val="00E00C73"/>
    <w:rsid w:val="00E0276C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83A1C"/>
    <w:rsid w:val="00E90D01"/>
    <w:rsid w:val="00E90D73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48D9"/>
    <w:rsid w:val="00EE220B"/>
    <w:rsid w:val="00EE6783"/>
    <w:rsid w:val="00F10995"/>
    <w:rsid w:val="00F13ED8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C124C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/>
    <w:lsdException w:name="Subtitle" w:uiPriority="11"/>
    <w:lsdException w:name="Strong" w:uiPriority="22"/>
    <w:lsdException w:name="Emphasis" w:uiPriority="20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46A9A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8817C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817C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8817C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746A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746A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746A9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746A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746A9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746A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783AB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83AB8"/>
    <w:rPr>
      <w:rFonts w:ascii="Rotis Light" w:hAnsi="Rotis Light"/>
      <w:sz w:val="24"/>
      <w:lang w:eastAsia="de-DE"/>
    </w:rPr>
  </w:style>
  <w:style w:type="paragraph" w:styleId="Fuzeile">
    <w:name w:val="footer"/>
    <w:basedOn w:val="Standard"/>
    <w:link w:val="FuzeileZeichen"/>
    <w:rsid w:val="00783AB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783AB8"/>
    <w:rPr>
      <w:rFonts w:ascii="Rotis Light" w:hAnsi="Rotis Light"/>
      <w:sz w:val="24"/>
      <w:lang w:eastAsia="de-DE"/>
    </w:rPr>
  </w:style>
  <w:style w:type="paragraph" w:customStyle="1" w:styleId="ERCOberschrift">
    <w:name w:val="ERCO_Überschrift"/>
    <w:basedOn w:val="Standard"/>
    <w:rsid w:val="00783AB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B56CE7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783AB8"/>
    <w:rPr>
      <w:rFonts w:cs="Arial"/>
      <w:sz w:val="20"/>
    </w:rPr>
  </w:style>
  <w:style w:type="paragraph" w:customStyle="1" w:styleId="ERCOAdresse">
    <w:name w:val="ERCO_Adresse"/>
    <w:basedOn w:val="Standard"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01berschriftERCO">
    <w:name w:val="01_Überschrift_ERCO"/>
    <w:basedOn w:val="Standard"/>
    <w:autoRedefine/>
    <w:qFormat/>
    <w:rsid w:val="00746A9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746A9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746A9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746A9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746A9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746A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746A9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746A9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746A9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746A9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746A9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Sprechblasentext">
    <w:name w:val="Balloon Text"/>
    <w:basedOn w:val="Standard"/>
    <w:link w:val="SprechblasentextZeichen"/>
    <w:rsid w:val="004757D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4757D5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817C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817C5"/>
    <w:rPr>
      <w:caps/>
      <w:spacing w:val="15"/>
      <w:shd w:val="clear" w:color="auto" w:fill="DBE5F1" w:themeFill="accent1" w:themeFillTint="33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817C5"/>
    <w:rPr>
      <w:caps/>
      <w:color w:val="243F60" w:themeColor="accent1" w:themeShade="7F"/>
      <w:spacing w:val="15"/>
    </w:rPr>
  </w:style>
  <w:style w:type="paragraph" w:styleId="Beschriftung">
    <w:name w:val="caption"/>
    <w:basedOn w:val="Standard"/>
    <w:next w:val="Standard"/>
    <w:semiHidden/>
    <w:unhideWhenUsed/>
    <w:qFormat/>
    <w:rsid w:val="008817C5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rsid w:val="008817C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8817C5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eichen"/>
    <w:uiPriority w:val="11"/>
    <w:rsid w:val="008817C5"/>
    <w:pPr>
      <w:spacing w:after="1000"/>
    </w:pPr>
    <w:rPr>
      <w:caps/>
      <w:color w:val="595959" w:themeColor="text1" w:themeTint="A6"/>
      <w:spacing w:val="10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817C5"/>
    <w:rPr>
      <w:caps/>
      <w:color w:val="595959" w:themeColor="text1" w:themeTint="A6"/>
      <w:spacing w:val="10"/>
      <w:sz w:val="24"/>
      <w:szCs w:val="24"/>
    </w:rPr>
  </w:style>
  <w:style w:type="character" w:styleId="Betont">
    <w:name w:val="Strong"/>
    <w:uiPriority w:val="22"/>
    <w:rsid w:val="008817C5"/>
    <w:rPr>
      <w:b/>
      <w:bCs/>
    </w:rPr>
  </w:style>
  <w:style w:type="character" w:styleId="Herausstellen">
    <w:name w:val="Emphasis"/>
    <w:uiPriority w:val="20"/>
    <w:rsid w:val="008817C5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eichen"/>
    <w:uiPriority w:val="1"/>
    <w:rsid w:val="008817C5"/>
  </w:style>
  <w:style w:type="character" w:customStyle="1" w:styleId="KeinLeerraumZeichen">
    <w:name w:val="Kein Leerraum Zeichen"/>
    <w:basedOn w:val="Absatzstandardschriftart"/>
    <w:link w:val="KeinLeerraum"/>
    <w:uiPriority w:val="1"/>
    <w:rsid w:val="008817C5"/>
    <w:rPr>
      <w:sz w:val="20"/>
      <w:szCs w:val="20"/>
    </w:rPr>
  </w:style>
  <w:style w:type="paragraph" w:styleId="Listenabsatz">
    <w:name w:val="List Paragraph"/>
    <w:basedOn w:val="Standard"/>
    <w:uiPriority w:val="34"/>
    <w:rsid w:val="008817C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eichen"/>
    <w:uiPriority w:val="29"/>
    <w:rsid w:val="008817C5"/>
    <w:rPr>
      <w:i/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8817C5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8817C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8817C5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rsid w:val="008817C5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rsid w:val="008817C5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rsid w:val="008817C5"/>
    <w:rPr>
      <w:b/>
      <w:bCs/>
      <w:color w:val="4F81BD" w:themeColor="accent1"/>
    </w:rPr>
  </w:style>
  <w:style w:type="character" w:styleId="IntensiverVerweis">
    <w:name w:val="Intense Reference"/>
    <w:uiPriority w:val="32"/>
    <w:rsid w:val="008817C5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rsid w:val="008817C5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817C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45A8A" w:themeColor="accent1" w:themeShade="B5"/>
      <w:spacing w:val="0"/>
      <w:sz w:val="32"/>
      <w:szCs w:val="32"/>
    </w:rPr>
  </w:style>
  <w:style w:type="character" w:styleId="Kommentarzeichen">
    <w:name w:val="annotation reference"/>
    <w:basedOn w:val="Absatzstandardschriftart"/>
    <w:rsid w:val="004C6A3E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4C6A3E"/>
    <w:rPr>
      <w:szCs w:val="24"/>
    </w:rPr>
  </w:style>
  <w:style w:type="character" w:customStyle="1" w:styleId="KommentartextZeichen">
    <w:name w:val="Kommentartext Zeichen"/>
    <w:basedOn w:val="Absatzstandardschriftart"/>
    <w:link w:val="Kommentartext"/>
    <w:rsid w:val="004C6A3E"/>
    <w:rPr>
      <w:rFonts w:ascii="Arial" w:hAnsi="Arial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4C6A3E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rsid w:val="004C6A3E"/>
    <w:rPr>
      <w:rFonts w:ascii="Arial" w:hAnsi="Arial"/>
      <w:b/>
      <w:bCs/>
      <w:sz w:val="24"/>
      <w:szCs w:val="24"/>
      <w:lang w:eastAsia="de-DE"/>
    </w:rPr>
  </w:style>
  <w:style w:type="paragraph" w:styleId="Bearbeitung">
    <w:name w:val="Revision"/>
    <w:hidden/>
    <w:uiPriority w:val="99"/>
    <w:semiHidden/>
    <w:rsid w:val="004C6A3E"/>
    <w:rPr>
      <w:rFonts w:ascii="Arial" w:hAnsi="Arial"/>
      <w:sz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/>
    <w:lsdException w:name="Subtitle" w:uiPriority="11"/>
    <w:lsdException w:name="Strong" w:uiPriority="22"/>
    <w:lsdException w:name="Emphasis" w:uiPriority="20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46A9A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8817C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817C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8817C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746A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746A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746A9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746A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746A9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746A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783AB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83AB8"/>
    <w:rPr>
      <w:rFonts w:ascii="Rotis Light" w:hAnsi="Rotis Light"/>
      <w:sz w:val="24"/>
      <w:lang w:eastAsia="de-DE"/>
    </w:rPr>
  </w:style>
  <w:style w:type="paragraph" w:styleId="Fuzeile">
    <w:name w:val="footer"/>
    <w:basedOn w:val="Standard"/>
    <w:link w:val="FuzeileZeichen"/>
    <w:rsid w:val="00783AB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783AB8"/>
    <w:rPr>
      <w:rFonts w:ascii="Rotis Light" w:hAnsi="Rotis Light"/>
      <w:sz w:val="24"/>
      <w:lang w:eastAsia="de-DE"/>
    </w:rPr>
  </w:style>
  <w:style w:type="paragraph" w:customStyle="1" w:styleId="ERCOberschrift">
    <w:name w:val="ERCO_Überschrift"/>
    <w:basedOn w:val="Standard"/>
    <w:rsid w:val="00783AB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B56CE7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783AB8"/>
    <w:rPr>
      <w:rFonts w:cs="Arial"/>
      <w:sz w:val="20"/>
    </w:rPr>
  </w:style>
  <w:style w:type="paragraph" w:customStyle="1" w:styleId="ERCOAdresse">
    <w:name w:val="ERCO_Adresse"/>
    <w:basedOn w:val="Standard"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01berschriftERCO">
    <w:name w:val="01_Überschrift_ERCO"/>
    <w:basedOn w:val="Standard"/>
    <w:autoRedefine/>
    <w:qFormat/>
    <w:rsid w:val="00746A9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746A9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746A9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746A9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746A9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746A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746A9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746A9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746A9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746A9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746A9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Sprechblasentext">
    <w:name w:val="Balloon Text"/>
    <w:basedOn w:val="Standard"/>
    <w:link w:val="SprechblasentextZeichen"/>
    <w:rsid w:val="004757D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4757D5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817C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817C5"/>
    <w:rPr>
      <w:caps/>
      <w:spacing w:val="15"/>
      <w:shd w:val="clear" w:color="auto" w:fill="DBE5F1" w:themeFill="accent1" w:themeFillTint="33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817C5"/>
    <w:rPr>
      <w:caps/>
      <w:color w:val="243F60" w:themeColor="accent1" w:themeShade="7F"/>
      <w:spacing w:val="15"/>
    </w:rPr>
  </w:style>
  <w:style w:type="paragraph" w:styleId="Beschriftung">
    <w:name w:val="caption"/>
    <w:basedOn w:val="Standard"/>
    <w:next w:val="Standard"/>
    <w:semiHidden/>
    <w:unhideWhenUsed/>
    <w:qFormat/>
    <w:rsid w:val="008817C5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rsid w:val="008817C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8817C5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eichen"/>
    <w:uiPriority w:val="11"/>
    <w:rsid w:val="008817C5"/>
    <w:pPr>
      <w:spacing w:after="1000"/>
    </w:pPr>
    <w:rPr>
      <w:caps/>
      <w:color w:val="595959" w:themeColor="text1" w:themeTint="A6"/>
      <w:spacing w:val="10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817C5"/>
    <w:rPr>
      <w:caps/>
      <w:color w:val="595959" w:themeColor="text1" w:themeTint="A6"/>
      <w:spacing w:val="10"/>
      <w:sz w:val="24"/>
      <w:szCs w:val="24"/>
    </w:rPr>
  </w:style>
  <w:style w:type="character" w:styleId="Betont">
    <w:name w:val="Strong"/>
    <w:uiPriority w:val="22"/>
    <w:rsid w:val="008817C5"/>
    <w:rPr>
      <w:b/>
      <w:bCs/>
    </w:rPr>
  </w:style>
  <w:style w:type="character" w:styleId="Herausstellen">
    <w:name w:val="Emphasis"/>
    <w:uiPriority w:val="20"/>
    <w:rsid w:val="008817C5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eichen"/>
    <w:uiPriority w:val="1"/>
    <w:rsid w:val="008817C5"/>
  </w:style>
  <w:style w:type="character" w:customStyle="1" w:styleId="KeinLeerraumZeichen">
    <w:name w:val="Kein Leerraum Zeichen"/>
    <w:basedOn w:val="Absatzstandardschriftart"/>
    <w:link w:val="KeinLeerraum"/>
    <w:uiPriority w:val="1"/>
    <w:rsid w:val="008817C5"/>
    <w:rPr>
      <w:sz w:val="20"/>
      <w:szCs w:val="20"/>
    </w:rPr>
  </w:style>
  <w:style w:type="paragraph" w:styleId="Listenabsatz">
    <w:name w:val="List Paragraph"/>
    <w:basedOn w:val="Standard"/>
    <w:uiPriority w:val="34"/>
    <w:rsid w:val="008817C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eichen"/>
    <w:uiPriority w:val="29"/>
    <w:rsid w:val="008817C5"/>
    <w:rPr>
      <w:i/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8817C5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8817C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8817C5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rsid w:val="008817C5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rsid w:val="008817C5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rsid w:val="008817C5"/>
    <w:rPr>
      <w:b/>
      <w:bCs/>
      <w:color w:val="4F81BD" w:themeColor="accent1"/>
    </w:rPr>
  </w:style>
  <w:style w:type="character" w:styleId="IntensiverVerweis">
    <w:name w:val="Intense Reference"/>
    <w:uiPriority w:val="32"/>
    <w:rsid w:val="008817C5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rsid w:val="008817C5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817C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45A8A" w:themeColor="accent1" w:themeShade="B5"/>
      <w:spacing w:val="0"/>
      <w:sz w:val="32"/>
      <w:szCs w:val="32"/>
    </w:rPr>
  </w:style>
  <w:style w:type="character" w:styleId="Kommentarzeichen">
    <w:name w:val="annotation reference"/>
    <w:basedOn w:val="Absatzstandardschriftart"/>
    <w:rsid w:val="004C6A3E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4C6A3E"/>
    <w:rPr>
      <w:szCs w:val="24"/>
    </w:rPr>
  </w:style>
  <w:style w:type="character" w:customStyle="1" w:styleId="KommentartextZeichen">
    <w:name w:val="Kommentartext Zeichen"/>
    <w:basedOn w:val="Absatzstandardschriftart"/>
    <w:link w:val="Kommentartext"/>
    <w:rsid w:val="004C6A3E"/>
    <w:rPr>
      <w:rFonts w:ascii="Arial" w:hAnsi="Arial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4C6A3E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rsid w:val="004C6A3E"/>
    <w:rPr>
      <w:rFonts w:ascii="Arial" w:hAnsi="Arial"/>
      <w:b/>
      <w:bCs/>
      <w:sz w:val="24"/>
      <w:szCs w:val="24"/>
      <w:lang w:eastAsia="de-DE"/>
    </w:rPr>
  </w:style>
  <w:style w:type="paragraph" w:styleId="Bearbeitung">
    <w:name w:val="Revision"/>
    <w:hidden/>
    <w:uiPriority w:val="99"/>
    <w:semiHidden/>
    <w:rsid w:val="004C6A3E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B91DA2-B6C0-CC43-82D3-56545803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588</Words>
  <Characters>3707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4287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8</cp:revision>
  <cp:lastPrinted>2016-03-15T14:24:00Z</cp:lastPrinted>
  <dcterms:created xsi:type="dcterms:W3CDTF">2016-03-15T15:21:00Z</dcterms:created>
  <dcterms:modified xsi:type="dcterms:W3CDTF">2016-04-06T13:41:00Z</dcterms:modified>
  <cp:category/>
</cp:coreProperties>
</file>