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23A482" w14:textId="77777777" w:rsidR="00673019" w:rsidRPr="00673019" w:rsidRDefault="00673019" w:rsidP="00673019">
      <w:pPr>
        <w:pStyle w:val="01berschriftERCO"/>
      </w:pPr>
      <w:r w:rsidRPr="00673019">
        <w:t xml:space="preserve">Regionale Feinkost, appetitlich präsentiert: Casa </w:t>
      </w:r>
      <w:proofErr w:type="spellStart"/>
      <w:r w:rsidRPr="00673019">
        <w:t>Tió</w:t>
      </w:r>
      <w:proofErr w:type="spellEnd"/>
      <w:r w:rsidRPr="00673019">
        <w:t>, Barcelona</w:t>
      </w:r>
    </w:p>
    <w:p w14:paraId="0F6AF6EE" w14:textId="77777777" w:rsidR="00673019" w:rsidRPr="00673019" w:rsidRDefault="00673019" w:rsidP="00673019">
      <w:pPr>
        <w:pStyle w:val="01berschriftERCO"/>
      </w:pPr>
    </w:p>
    <w:p w14:paraId="158FCAED" w14:textId="294268F0" w:rsidR="00673019" w:rsidRPr="00673019" w:rsidRDefault="00673019" w:rsidP="00673019">
      <w:pPr>
        <w:pStyle w:val="01berschriftERCO"/>
      </w:pPr>
      <w:bookmarkStart w:id="0" w:name="_GoBack"/>
      <w:bookmarkEnd w:id="0"/>
      <w:r w:rsidRPr="00673019">
        <w:t>Wie setzt Licht die Qualität von Lebensmitteln optimal in Szene? Eine gute Farbwiedergabe ist besonders für die ansprechende Inszenierung von Fleischprodukten essentiell. In der neuen Fi</w:t>
      </w:r>
      <w:r w:rsidR="008E529C">
        <w:t xml:space="preserve">liale der Feinkostkette Casa </w:t>
      </w:r>
      <w:proofErr w:type="spellStart"/>
      <w:r w:rsidR="008E529C">
        <w:t>Tió</w:t>
      </w:r>
      <w:proofErr w:type="spellEnd"/>
      <w:r w:rsidRPr="00673019">
        <w:t xml:space="preserve"> in Barcelona präsentieren LED-Lichtwerkzeuge von ERCO regionale Delikatessen frisch und appetitlich.</w:t>
      </w:r>
    </w:p>
    <w:p w14:paraId="48689DFE" w14:textId="77777777" w:rsidR="00673019" w:rsidRPr="00673019" w:rsidRDefault="00673019" w:rsidP="00673019">
      <w:pPr>
        <w:pStyle w:val="02TextERCO"/>
      </w:pPr>
    </w:p>
    <w:p w14:paraId="70820671" w14:textId="0AABC269" w:rsidR="00673019" w:rsidRPr="00673019" w:rsidRDefault="00673019" w:rsidP="00673019">
      <w:pPr>
        <w:pStyle w:val="02TextERCO"/>
      </w:pPr>
      <w:r w:rsidRPr="00673019">
        <w:t xml:space="preserve">Der Name Casa </w:t>
      </w:r>
      <w:proofErr w:type="spellStart"/>
      <w:r w:rsidRPr="00673019">
        <w:t>Tió</w:t>
      </w:r>
      <w:proofErr w:type="spellEnd"/>
      <w:r w:rsidRPr="00673019">
        <w:t xml:space="preserve"> steht für eine kleine Kette von Feinkost-Supermärkten in und um Barcelona, deren Sortiment vor allem Fleischspezialitäten sowie Milch, Käse, Eier und Wein aus der Region Katalonien umfasst. Für die 2015 eröffnete Filiale auf der </w:t>
      </w:r>
      <w:proofErr w:type="spellStart"/>
      <w:r w:rsidRPr="00673019">
        <w:t>Avinguda</w:t>
      </w:r>
      <w:proofErr w:type="spellEnd"/>
      <w:r w:rsidRPr="00673019">
        <w:t xml:space="preserve"> </w:t>
      </w:r>
      <w:proofErr w:type="spellStart"/>
      <w:r w:rsidRPr="00673019">
        <w:t>Borbó</w:t>
      </w:r>
      <w:proofErr w:type="spellEnd"/>
      <w:r w:rsidRPr="00673019">
        <w:t xml:space="preserve"> in Barcelonas Stadtzentrum wurde ein völlig neues </w:t>
      </w:r>
      <w:proofErr w:type="spellStart"/>
      <w:r w:rsidRPr="00673019">
        <w:t>Interiordesign</w:t>
      </w:r>
      <w:proofErr w:type="spellEnd"/>
      <w:r w:rsidRPr="00673019">
        <w:t xml:space="preserve"> a</w:t>
      </w:r>
      <w:r w:rsidR="008E529C">
        <w:t xml:space="preserve">ls Prototyp für weitere Casa </w:t>
      </w:r>
      <w:proofErr w:type="spellStart"/>
      <w:r w:rsidR="008E529C">
        <w:t>Tió</w:t>
      </w:r>
      <w:proofErr w:type="spellEnd"/>
      <w:r w:rsidRPr="00673019">
        <w:t xml:space="preserve">-Filialen entwickelt. Dazu gehört ein zonales Beleuchtungskonzept mit ERCO LED-Lichtwerkzeugen, das maximale Flexibilität mit nur einer einzigen Leuchtenfamilie bietet. Unter der komplett in Schwarz gehaltenen Raumdecke des Ladenlokals wurden </w:t>
      </w:r>
      <w:proofErr w:type="spellStart"/>
      <w:r w:rsidRPr="00673019">
        <w:t>Optec</w:t>
      </w:r>
      <w:proofErr w:type="spellEnd"/>
      <w:r w:rsidRPr="00673019">
        <w:t xml:space="preserve"> Strahler mit schwarzem Gehäuse entlang schwarzer ERCO Stromschienen montiert – quasi unsichtbar für die Kunden des Feinkostladens werden die angebotenen Waren und Produkte so perfekt präsentiert.</w:t>
      </w:r>
    </w:p>
    <w:p w14:paraId="473E0FD7" w14:textId="77777777" w:rsidR="00673019" w:rsidRPr="00673019" w:rsidRDefault="00673019" w:rsidP="00673019">
      <w:pPr>
        <w:pStyle w:val="02TextERCO"/>
      </w:pPr>
    </w:p>
    <w:p w14:paraId="1E75777C" w14:textId="1D8749BD" w:rsidR="00673019" w:rsidRPr="00673019" w:rsidRDefault="00673019" w:rsidP="00673019">
      <w:pPr>
        <w:pStyle w:val="01berschriftERCO"/>
      </w:pPr>
      <w:r w:rsidRPr="00673019">
        <w:t>Komfortable Orientierung im Raum: Differenzierte Wahrnehmungshierarchien</w:t>
      </w:r>
    </w:p>
    <w:p w14:paraId="1B758194" w14:textId="37BE3D53" w:rsidR="00673019" w:rsidRPr="00673019" w:rsidRDefault="00673019" w:rsidP="00673019">
      <w:pPr>
        <w:pStyle w:val="02TextERCO"/>
      </w:pPr>
      <w:r w:rsidRPr="00673019">
        <w:t>Basis für das Lichtkonzept ist der wahrnehmungsorientierte Beleuchtungsansatz nach Richard Kelly, der Licht für eine qualitative Lichtplanung in drei Kategorien gliedert – Licht zum Sehen, Hinsehen und Ansehen. Akzentlicht, das Licht zum Hinsehen, hebt Objekte und einzelne Raumzonen besonders hervor und lä</w:t>
      </w:r>
      <w:r w:rsidR="00041079">
        <w:t>sst anderes eher im Dunkeln, so</w:t>
      </w:r>
      <w:r w:rsidRPr="00673019">
        <w:t xml:space="preserve">dass differenzierte Wahrnehmungshierarchien die Orientierung im Raum vereinfachen. Die schwarze Raumdecke der neuen Casa </w:t>
      </w:r>
      <w:proofErr w:type="spellStart"/>
      <w:r w:rsidRPr="00673019">
        <w:t>Tió</w:t>
      </w:r>
      <w:proofErr w:type="spellEnd"/>
      <w:r w:rsidRPr="00673019">
        <w:t>-Filiale verschwindet komplett aus dem Wahrnehmungsbereich der Kunden, die schwarze</w:t>
      </w:r>
      <w:r w:rsidR="00041079">
        <w:t>n</w:t>
      </w:r>
      <w:r w:rsidRPr="00673019">
        <w:t xml:space="preserve"> Stromschienen, an denen </w:t>
      </w:r>
      <w:proofErr w:type="spellStart"/>
      <w:r w:rsidRPr="00673019">
        <w:t>Optec</w:t>
      </w:r>
      <w:proofErr w:type="spellEnd"/>
      <w:r w:rsidRPr="00673019">
        <w:t xml:space="preserve"> Strahler flexibel ausgerichtet werden, ebenfalls – die </w:t>
      </w:r>
      <w:r w:rsidRPr="00673019">
        <w:lastRenderedPageBreak/>
        <w:t xml:space="preserve">Delikatessen von Casa </w:t>
      </w:r>
      <w:proofErr w:type="spellStart"/>
      <w:r w:rsidRPr="00673019">
        <w:t>Tió</w:t>
      </w:r>
      <w:proofErr w:type="spellEnd"/>
      <w:r w:rsidRPr="00673019">
        <w:t xml:space="preserve"> hingegen rücken durch das Licht ins Zentrum der Aufmerksamkeit.</w:t>
      </w:r>
    </w:p>
    <w:p w14:paraId="05F8C0B8" w14:textId="77777777" w:rsidR="00673019" w:rsidRPr="00673019" w:rsidRDefault="00673019" w:rsidP="00673019">
      <w:pPr>
        <w:pStyle w:val="02TextERCO"/>
      </w:pPr>
    </w:p>
    <w:p w14:paraId="6A99B980" w14:textId="14F88C70" w:rsidR="00673019" w:rsidRPr="00673019" w:rsidRDefault="00673019" w:rsidP="00673019">
      <w:pPr>
        <w:pStyle w:val="01berschriftERCO"/>
      </w:pPr>
      <w:r w:rsidRPr="00673019">
        <w:t>Natürliche Farbwiedergabe als Qualitäts- und Alleinstellungsmerkmal:</w:t>
      </w:r>
      <w:r>
        <w:t xml:space="preserve"> </w:t>
      </w:r>
      <w:r w:rsidRPr="00673019">
        <w:t xml:space="preserve">ERCO LED-Strahler für Präzision und Brillanz </w:t>
      </w:r>
    </w:p>
    <w:p w14:paraId="266E547E" w14:textId="2664F510" w:rsidR="00673019" w:rsidRPr="00673019" w:rsidRDefault="00673019" w:rsidP="00673019">
      <w:pPr>
        <w:pStyle w:val="02TextERCO"/>
      </w:pPr>
      <w:r w:rsidRPr="00673019">
        <w:t xml:space="preserve">Rund 70 Prozent des Sortiments von Casa </w:t>
      </w:r>
      <w:proofErr w:type="spellStart"/>
      <w:r w:rsidRPr="00673019">
        <w:t>Tió</w:t>
      </w:r>
      <w:proofErr w:type="spellEnd"/>
      <w:r w:rsidRPr="00673019">
        <w:t xml:space="preserve"> bestehen aus Fleischwaren – feine Schinken und Würste, Frischfleisch von Huhn, Ente, Gans, Kaninchen, Schwein, Lamm, Kalb und Rind, portioniert und </w:t>
      </w:r>
      <w:proofErr w:type="spellStart"/>
      <w:r w:rsidRPr="00673019">
        <w:t>vakuumiert</w:t>
      </w:r>
      <w:proofErr w:type="spellEnd"/>
      <w:r w:rsidRPr="00673019">
        <w:t xml:space="preserve">, fertig abgepackt. Um dem Kunden zu helfen, zwischen verschiedenen Sorten </w:t>
      </w:r>
      <w:r w:rsidR="00041079">
        <w:t>und Produkten zu differenzieren</w:t>
      </w:r>
      <w:r w:rsidRPr="00673019">
        <w:t xml:space="preserve"> und diese in anspruchsvollem Interieur professionell und appetitlich zu inszenieren, war eine möglichst naturgetreue Farbwiedergabe wesentliches Thema bei der Lichtplanung für die neuen Ladenlokale. Die eingesetzten ERCO LED-Lichtwerkzeuge – </w:t>
      </w:r>
      <w:proofErr w:type="spellStart"/>
      <w:r w:rsidRPr="00673019">
        <w:t>Optec</w:t>
      </w:r>
      <w:proofErr w:type="spellEnd"/>
      <w:r w:rsidRPr="00673019">
        <w:t xml:space="preserve"> Strahler 24W in Warmweiß 3000K –</w:t>
      </w:r>
      <w:r w:rsidR="008E529C">
        <w:t xml:space="preserve"> </w:t>
      </w:r>
      <w:r w:rsidR="002674DB">
        <w:t>zeichnen</w:t>
      </w:r>
      <w:r w:rsidRPr="00673019">
        <w:t xml:space="preserve"> die bestmögliche Farb- und Materialwiedergabe (RA ≥ 90) als Alleinstellungsmerkmal aus. Mit der Ab</w:t>
      </w:r>
      <w:r w:rsidR="002674DB">
        <w:t>s</w:t>
      </w:r>
      <w:r w:rsidRPr="00673019">
        <w:t>trahlcharakteristik flood sorgen sie für eine gute Allgemeinbeleuchtung im Shop; mit Abstrahlchara</w:t>
      </w:r>
      <w:r w:rsidR="002674DB">
        <w:t>k</w:t>
      </w:r>
      <w:r w:rsidRPr="00673019">
        <w:t>teristik oval flood beleuchten sie die Produkte in seitlichen Holzregalen und Kühlschränken.</w:t>
      </w:r>
    </w:p>
    <w:p w14:paraId="71AC3C50" w14:textId="77777777" w:rsidR="00673019" w:rsidRPr="00673019" w:rsidRDefault="00673019" w:rsidP="00673019">
      <w:pPr>
        <w:pStyle w:val="02TextERCO"/>
      </w:pPr>
    </w:p>
    <w:p w14:paraId="5412351A" w14:textId="1AAA51C4" w:rsidR="00673019" w:rsidRPr="00673019" w:rsidRDefault="00673019" w:rsidP="00D17B04">
      <w:pPr>
        <w:pStyle w:val="01berschriftERCO"/>
      </w:pPr>
      <w:r w:rsidRPr="00673019">
        <w:t>Hoher Sehkomfort dank blendfreier Beleuchtung: Qualitative Lichtplanung mit ERCO Lichtwerkzeugen</w:t>
      </w:r>
    </w:p>
    <w:p w14:paraId="598C188F" w14:textId="77777777" w:rsidR="00673019" w:rsidRPr="00673019" w:rsidRDefault="00673019" w:rsidP="00673019">
      <w:pPr>
        <w:pStyle w:val="02TextERCO"/>
      </w:pPr>
      <w:r w:rsidRPr="00673019">
        <w:t xml:space="preserve">Ein edles Dunkelrot ist Teil der Corporate Identity von Casa </w:t>
      </w:r>
      <w:proofErr w:type="spellStart"/>
      <w:r w:rsidRPr="00673019">
        <w:t>Tió</w:t>
      </w:r>
      <w:proofErr w:type="spellEnd"/>
      <w:r w:rsidRPr="00673019">
        <w:t xml:space="preserve">. In der neuen Filiale wurden Wandflächen und der Boden in diesem Rotton gestrichen. Der rot lackierte Fußboden stellte eine weitere Herausforderung bei der Lichtplanung dar: Um maximalen Sehkomfort für den Kunden zu gewährleisten und unerwünschte Lichtreflexe auf der lackierten Fläche und damit einhergehende </w:t>
      </w:r>
      <w:proofErr w:type="spellStart"/>
      <w:r w:rsidRPr="00673019">
        <w:t>Blendeffekte</w:t>
      </w:r>
      <w:proofErr w:type="spellEnd"/>
      <w:r w:rsidRPr="00673019">
        <w:t xml:space="preserve"> zu vermeiden, wurden </w:t>
      </w:r>
      <w:proofErr w:type="spellStart"/>
      <w:r w:rsidRPr="00673019">
        <w:t>Optec</w:t>
      </w:r>
      <w:proofErr w:type="spellEnd"/>
      <w:r w:rsidRPr="00673019">
        <w:t xml:space="preserve"> Strahler in Warmweiß mit 24W und Abstrahlcharakteristik oval flood so ausgerichtet, dass sie ausschließlich die seitlichen Regale und Kühlschränke beleuchten, nicht jedoch auf die Bodenfläche abstrahlen.</w:t>
      </w:r>
    </w:p>
    <w:p w14:paraId="6E97184A" w14:textId="77777777" w:rsidR="00673019" w:rsidRPr="00673019" w:rsidRDefault="00673019" w:rsidP="00673019">
      <w:pPr>
        <w:pStyle w:val="02TextERCO"/>
      </w:pPr>
      <w:r w:rsidRPr="00673019">
        <w:lastRenderedPageBreak/>
        <w:t xml:space="preserve">Die zeitgemäße und hochwertige Inneneinrichtung sowie Beleuchtung der Feinkostfiliale unterstreicht die Qualität der angebotenen Waren und Produkte und gleichzeitig die Natürlichkeit der Marke. Hell, freundlich, übersichtlich: Das neue Ladenlokal von Casa </w:t>
      </w:r>
      <w:proofErr w:type="spellStart"/>
      <w:r w:rsidRPr="00673019">
        <w:t>Tió</w:t>
      </w:r>
      <w:proofErr w:type="spellEnd"/>
      <w:r w:rsidRPr="00673019">
        <w:t xml:space="preserve"> in Barcelona zeigt exemplarisch, wie eine ansprechende Warenpräsentation im gehobenen Lebensmittelsegment heute aussehen kann.</w:t>
      </w:r>
    </w:p>
    <w:p w14:paraId="25EEB9E0" w14:textId="77777777" w:rsidR="004C6656" w:rsidRPr="004B3D0A" w:rsidRDefault="004C6656" w:rsidP="004B3D0A">
      <w:pPr>
        <w:pStyle w:val="02TextERCO"/>
      </w:pPr>
    </w:p>
    <w:p w14:paraId="7E73D495" w14:textId="5E0E1E4C" w:rsidR="003B4E2B" w:rsidRPr="00783AB8" w:rsidRDefault="0005621C" w:rsidP="0035330E">
      <w:pPr>
        <w:pStyle w:val="01berschriftERCO"/>
      </w:pPr>
      <w:r w:rsidRPr="00783AB8">
        <w:t>Projektdaten</w:t>
      </w:r>
    </w:p>
    <w:p w14:paraId="6ED95156" w14:textId="28C8F8E6" w:rsidR="003B4E2B" w:rsidRPr="00783AB8" w:rsidRDefault="004757D5" w:rsidP="0035330E">
      <w:pPr>
        <w:pStyle w:val="03InfosERCO"/>
      </w:pPr>
      <w:r>
        <w:t xml:space="preserve">Projekt: </w:t>
      </w:r>
      <w:r>
        <w:tab/>
      </w:r>
      <w:r w:rsidR="00673019">
        <w:t xml:space="preserve">Casa </w:t>
      </w:r>
      <w:proofErr w:type="spellStart"/>
      <w:r w:rsidR="00673019">
        <w:t>Tió</w:t>
      </w:r>
      <w:proofErr w:type="spellEnd"/>
      <w:r w:rsidR="00673019" w:rsidRPr="00673019">
        <w:t>, Barcelona / Spanien</w:t>
      </w:r>
    </w:p>
    <w:p w14:paraId="58606B52" w14:textId="4364627C" w:rsidR="004A3B56" w:rsidRPr="00783AB8" w:rsidRDefault="00076CDF" w:rsidP="0035330E">
      <w:pPr>
        <w:pStyle w:val="03InfosERCO"/>
      </w:pPr>
      <w:r>
        <w:t>Fotografie:</w:t>
      </w:r>
      <w:r w:rsidR="004757D5">
        <w:tab/>
      </w:r>
      <w:r w:rsidR="00673019">
        <w:t>Sebastian Mayer, Berlin / Deutschland</w:t>
      </w:r>
    </w:p>
    <w:p w14:paraId="5477461A" w14:textId="3205165F" w:rsidR="005A4DBE" w:rsidRPr="00783AB8" w:rsidRDefault="00183AE4" w:rsidP="00930806">
      <w:pPr>
        <w:pStyle w:val="03InfosERCO"/>
        <w:ind w:left="0" w:firstLine="0"/>
      </w:pPr>
      <w:r>
        <w:t>Produkt</w:t>
      </w:r>
      <w:r w:rsidR="004A3B56" w:rsidRPr="00783AB8">
        <w:t>:</w:t>
      </w:r>
      <w:r w:rsidR="00930806">
        <w:tab/>
      </w:r>
      <w:r w:rsidR="00930806">
        <w:tab/>
      </w:r>
      <w:r>
        <w:t xml:space="preserve">        </w:t>
      </w:r>
      <w:proofErr w:type="spellStart"/>
      <w:r w:rsidR="00673019">
        <w:t>Optec</w:t>
      </w:r>
      <w:proofErr w:type="spellEnd"/>
    </w:p>
    <w:p w14:paraId="36B3AE66" w14:textId="7CBA75D1" w:rsidR="005A4DBE" w:rsidRPr="00783AB8" w:rsidRDefault="004A3B56" w:rsidP="00702DA0">
      <w:pPr>
        <w:pStyle w:val="03InfosERCO"/>
      </w:pPr>
      <w:r w:rsidRPr="00783AB8">
        <w:t>Fotohinweis</w:t>
      </w:r>
      <w:r w:rsidR="004757D5">
        <w:t xml:space="preserve">: </w:t>
      </w:r>
      <w:r w:rsidR="004757D5">
        <w:tab/>
      </w:r>
      <w:r w:rsidR="00076CDF">
        <w:t xml:space="preserve">© </w:t>
      </w:r>
      <w:r w:rsidR="009F34F8" w:rsidRPr="00783AB8">
        <w:t>ERCO GmbH, www.erco.com, Foto:</w:t>
      </w:r>
      <w:r w:rsidR="00673019">
        <w:t xml:space="preserve"> Sebastian Mayer</w:t>
      </w:r>
    </w:p>
    <w:p w14:paraId="4F07187A" w14:textId="77777777" w:rsidR="00C64D2C" w:rsidRPr="00783AB8" w:rsidRDefault="00C64D2C" w:rsidP="0035330E">
      <w:pPr>
        <w:pStyle w:val="02TextERCO"/>
      </w:pPr>
    </w:p>
    <w:p w14:paraId="6EBDF0A1" w14:textId="46248D8B" w:rsidR="005A4DBE" w:rsidRPr="00783AB8" w:rsidRDefault="005A4DBE" w:rsidP="0035330E">
      <w:pPr>
        <w:pStyle w:val="01berschriftERCO"/>
      </w:pPr>
      <w:r w:rsidRPr="00783AB8">
        <w:t>Über ERCO</w:t>
      </w:r>
    </w:p>
    <w:p w14:paraId="52940ED1" w14:textId="77777777" w:rsidR="00DE26BE" w:rsidRPr="00783AB8" w:rsidRDefault="00DE26BE" w:rsidP="0035330E">
      <w:pPr>
        <w:pStyle w:val="02TextERCO"/>
      </w:pPr>
      <w:r w:rsidRPr="00783AB8">
        <w:t>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Unter dem Leitmotiv „light digital“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 Work und Shop, Culture und Community, Hospitality, Living, Public und Contemplation. ERCO versteht digitales Licht als die vierte Dimension der Architektur – und unterstützt Planer dabei, ihre Projekte mit hochpräzisen, effizienten Lichtlösungen in die Realität zu überführen.</w:t>
      </w:r>
    </w:p>
    <w:p w14:paraId="15093C73" w14:textId="77777777" w:rsidR="00DE26BE" w:rsidRPr="00783AB8" w:rsidRDefault="00DE26BE" w:rsidP="0035330E">
      <w:pPr>
        <w:pStyle w:val="02TextERCO"/>
      </w:pPr>
    </w:p>
    <w:p w14:paraId="54DC13AD" w14:textId="31CE6FB3" w:rsidR="005A4DBE" w:rsidRPr="00783AB8" w:rsidRDefault="00DE26BE" w:rsidP="0035330E">
      <w:pPr>
        <w:pStyle w:val="02TextERCO"/>
      </w:pPr>
      <w:r w:rsidRPr="00783AB8">
        <w:t>Sollten Sie weiterführende Informationen zu ERCO oder Bildmaterial wünschen, besuchen Sie uns bitte auf www.erco.com/presse. Gerne liefern wir Ihnen auch Material zu Projekten weltweit für Ihre Berichterstattung.</w:t>
      </w:r>
    </w:p>
    <w:sectPr w:rsidR="005A4DBE" w:rsidRPr="00783AB8">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930806" w:rsidRDefault="00930806">
      <w:r>
        <w:separator/>
      </w:r>
    </w:p>
  </w:endnote>
  <w:endnote w:type="continuationSeparator" w:id="0">
    <w:p w14:paraId="0C324B78" w14:textId="77777777" w:rsidR="00930806" w:rsidRDefault="00930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Light">
    <w:altName w:val="Cambria"/>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Rotis SemiSans">
    <w:altName w:val="Geneva"/>
    <w:charset w:val="00"/>
    <w:family w:val="swiss"/>
    <w:pitch w:val="variable"/>
    <w:sig w:usb0="80000027"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930806" w:rsidRDefault="00930806">
    <w:pPr>
      <w:tabs>
        <w:tab w:val="right" w:pos="6663"/>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930806" w:rsidRDefault="00930806">
      <w:r>
        <w:separator/>
      </w:r>
    </w:p>
  </w:footnote>
  <w:footnote w:type="continuationSeparator" w:id="0">
    <w:p w14:paraId="7E5253FF" w14:textId="77777777" w:rsidR="00930806" w:rsidRDefault="0093080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87539C" w14:textId="60D778A2" w:rsidR="00930806" w:rsidRPr="005559DF" w:rsidRDefault="00930806" w:rsidP="005559DF">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5559DF">
      <w:rPr>
        <w:rFonts w:cs="Arial"/>
        <w:b/>
        <w:sz w:val="44"/>
        <w:szCs w:val="44"/>
        <w:lang w:val="en-US"/>
      </w:rPr>
      <w:t xml:space="preserve">Project Review </w:t>
    </w:r>
    <w:r>
      <w:rPr>
        <w:rFonts w:cs="Arial"/>
        <w:sz w:val="44"/>
        <w:szCs w:val="44"/>
        <w:lang w:val="en-US"/>
      </w:rPr>
      <w:t>10</w:t>
    </w:r>
    <w:r w:rsidRPr="005559DF">
      <w:rPr>
        <w:rFonts w:cs="Arial"/>
        <w:sz w:val="44"/>
        <w:szCs w:val="44"/>
        <w:lang w:val="en-US"/>
      </w:rPr>
      <w:t>.2016</w:t>
    </w:r>
    <w:r w:rsidRPr="005559DF">
      <w:rPr>
        <w:rFonts w:cs="Arial"/>
        <w:sz w:val="44"/>
        <w:szCs w:val="44"/>
        <w:lang w:val="en-US"/>
      </w:rPr>
      <w:br/>
    </w:r>
    <w:proofErr w:type="spellStart"/>
    <w:r w:rsidRPr="005559DF">
      <w:rPr>
        <w:rFonts w:cs="Arial"/>
        <w:szCs w:val="24"/>
        <w:lang w:val="en-US"/>
      </w:rPr>
      <w:t>Textversion</w:t>
    </w:r>
    <w:proofErr w:type="spellEnd"/>
  </w:p>
  <w:p w14:paraId="5D6B739C" w14:textId="284553EF" w:rsidR="00930806" w:rsidRPr="00BF338E" w:rsidRDefault="00930806" w:rsidP="003B4E2B">
    <w:pPr>
      <w:framePr w:w="8896" w:h="758" w:hRule="exact" w:hSpace="142" w:wrap="around" w:vAnchor="page" w:hAnchor="page" w:x="1156" w:y="725"/>
      <w:tabs>
        <w:tab w:val="left" w:pos="2892"/>
        <w:tab w:val="left" w:pos="2977"/>
        <w:tab w:val="left" w:pos="7655"/>
      </w:tabs>
      <w:rPr>
        <w:rFonts w:cs="Arial"/>
        <w:b/>
        <w:sz w:val="22"/>
        <w:szCs w:val="22"/>
        <w:lang w:val="en-US"/>
      </w:rPr>
    </w:pPr>
  </w:p>
  <w:p w14:paraId="20C95344" w14:textId="77777777" w:rsidR="00930806" w:rsidRPr="000923F1" w:rsidRDefault="00930806">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930806" w:rsidRPr="00B56CE7" w:rsidRDefault="00930806" w:rsidP="0035330E">
    <w:pPr>
      <w:pStyle w:val="05AdresseERCO"/>
      <w:framePr w:wrap="around"/>
    </w:pPr>
    <w:r w:rsidRPr="00B56CE7">
      <w:t>ERCO GmbH</w:t>
    </w:r>
  </w:p>
  <w:p w14:paraId="7DB04D30" w14:textId="77777777" w:rsidR="00930806" w:rsidRPr="00B56CE7" w:rsidRDefault="00930806" w:rsidP="0035330E">
    <w:pPr>
      <w:pStyle w:val="05AdresseERCO"/>
      <w:framePr w:wrap="around"/>
    </w:pPr>
    <w:r w:rsidRPr="00B56CE7">
      <w:t>Nina Reetzke</w:t>
    </w:r>
  </w:p>
  <w:p w14:paraId="6F8E32CF" w14:textId="77777777" w:rsidR="00930806" w:rsidRPr="00B56CE7" w:rsidRDefault="00930806" w:rsidP="0035330E">
    <w:pPr>
      <w:pStyle w:val="05AdresseERCO"/>
      <w:framePr w:wrap="around"/>
    </w:pPr>
    <w:r w:rsidRPr="00B56CE7">
      <w:t>Pressereferentin</w:t>
    </w:r>
  </w:p>
  <w:p w14:paraId="3D40103B" w14:textId="77777777" w:rsidR="00930806" w:rsidRPr="00B56CE7" w:rsidRDefault="00930806" w:rsidP="0035330E">
    <w:pPr>
      <w:pStyle w:val="05AdresseERCO"/>
      <w:framePr w:wrap="around"/>
    </w:pPr>
    <w:r w:rsidRPr="00B56CE7">
      <w:t>Postfach 2460</w:t>
    </w:r>
  </w:p>
  <w:p w14:paraId="5DBB89F6" w14:textId="1DC4080C" w:rsidR="00930806" w:rsidRPr="00B56CE7" w:rsidRDefault="00930806" w:rsidP="0035330E">
    <w:pPr>
      <w:pStyle w:val="05AdresseERCO"/>
      <w:framePr w:wrap="around"/>
    </w:pPr>
    <w:r w:rsidRPr="00B56CE7">
      <w:t>58505 Lüdenscheid</w:t>
    </w:r>
  </w:p>
  <w:p w14:paraId="7EA89D19" w14:textId="77777777" w:rsidR="00930806" w:rsidRPr="00B56CE7" w:rsidRDefault="00930806" w:rsidP="0035330E">
    <w:pPr>
      <w:pStyle w:val="05AdresseERCO"/>
      <w:framePr w:wrap="around"/>
    </w:pPr>
  </w:p>
  <w:p w14:paraId="259FB627" w14:textId="77777777" w:rsidR="00930806" w:rsidRPr="00B56CE7" w:rsidRDefault="00930806" w:rsidP="0035330E">
    <w:pPr>
      <w:pStyle w:val="05AdresseERCO"/>
      <w:framePr w:wrap="around"/>
    </w:pPr>
    <w:r w:rsidRPr="00B56CE7">
      <w:t>Brockhauser Weg 80-82</w:t>
    </w:r>
  </w:p>
  <w:p w14:paraId="7B1BC98F" w14:textId="77777777" w:rsidR="00930806" w:rsidRPr="00B56CE7" w:rsidRDefault="00930806" w:rsidP="0035330E">
    <w:pPr>
      <w:pStyle w:val="05AdresseERCO"/>
      <w:framePr w:wrap="around"/>
    </w:pPr>
    <w:r w:rsidRPr="00B56CE7">
      <w:t>58507 Lüdenscheid</w:t>
    </w:r>
  </w:p>
  <w:p w14:paraId="74107984" w14:textId="77777777" w:rsidR="00930806" w:rsidRPr="00B56CE7" w:rsidRDefault="00930806" w:rsidP="0035330E">
    <w:pPr>
      <w:pStyle w:val="05AdresseERCO"/>
      <w:framePr w:wrap="around"/>
    </w:pPr>
  </w:p>
  <w:p w14:paraId="3712C5D9" w14:textId="5CE4602B" w:rsidR="00930806" w:rsidRPr="00B56CE7" w:rsidRDefault="00930806" w:rsidP="0035330E">
    <w:pPr>
      <w:pStyle w:val="05AdresseERCO"/>
      <w:framePr w:wrap="around"/>
    </w:pPr>
    <w:r w:rsidRPr="00B56CE7">
      <w:t>Tel.:</w:t>
    </w:r>
    <w:r w:rsidRPr="00B56CE7">
      <w:tab/>
      <w:t>+49 (0) 2351 551 690</w:t>
    </w:r>
  </w:p>
  <w:p w14:paraId="663CEA46" w14:textId="266E2EF3" w:rsidR="00930806" w:rsidRPr="00B56CE7" w:rsidRDefault="00930806" w:rsidP="0035330E">
    <w:pPr>
      <w:pStyle w:val="05AdresseERCO"/>
      <w:framePr w:wrap="around"/>
    </w:pPr>
    <w:r w:rsidRPr="00B56CE7">
      <w:t>Fax:</w:t>
    </w:r>
    <w:r w:rsidRPr="00B56CE7">
      <w:tab/>
      <w:t>+49 (0) 2351 551 340</w:t>
    </w:r>
  </w:p>
  <w:p w14:paraId="49F47478" w14:textId="77777777" w:rsidR="00930806" w:rsidRPr="00B56CE7" w:rsidRDefault="00930806" w:rsidP="0035330E">
    <w:pPr>
      <w:pStyle w:val="05AdresseERCO"/>
      <w:framePr w:wrap="around"/>
    </w:pPr>
    <w:r w:rsidRPr="00B56CE7">
      <w:t>n.reetzke@erco.com</w:t>
    </w:r>
  </w:p>
  <w:p w14:paraId="4224EECB" w14:textId="77777777" w:rsidR="00930806" w:rsidRPr="00B56CE7" w:rsidRDefault="00B8168C" w:rsidP="0035330E">
    <w:pPr>
      <w:pStyle w:val="05AdresseERCO"/>
      <w:framePr w:wrap="around"/>
    </w:pPr>
    <w:hyperlink r:id="rId1" w:history="1">
      <w:r w:rsidR="00930806" w:rsidRPr="00B56CE7">
        <w:t>www.erco.com</w:t>
      </w:r>
    </w:hyperlink>
  </w:p>
  <w:p w14:paraId="1DE9BB5D" w14:textId="77777777" w:rsidR="00930806" w:rsidRPr="00B56CE7" w:rsidRDefault="00930806" w:rsidP="0035330E">
    <w:pPr>
      <w:pStyle w:val="05AdresseERCO"/>
      <w:framePr w:wrap="around"/>
    </w:pPr>
  </w:p>
  <w:p w14:paraId="2AC59B8E" w14:textId="77777777" w:rsidR="00930806" w:rsidRPr="00B56CE7" w:rsidRDefault="00930806" w:rsidP="0035330E">
    <w:pPr>
      <w:pStyle w:val="05AdresseERCO"/>
      <w:framePr w:wrap="around"/>
    </w:pPr>
  </w:p>
  <w:p w14:paraId="13530038" w14:textId="77777777" w:rsidR="00930806" w:rsidRDefault="00930806" w:rsidP="0035330E">
    <w:pPr>
      <w:pStyle w:val="05AdresseERCO"/>
      <w:framePr w:wrap="around"/>
    </w:pPr>
    <w:r w:rsidRPr="00B56CE7">
      <w:t>mai public relations GmbH</w:t>
    </w:r>
    <w:r>
      <w:t xml:space="preserve"> </w:t>
    </w:r>
  </w:p>
  <w:p w14:paraId="14EE51BB" w14:textId="77777777" w:rsidR="00930806" w:rsidRDefault="00930806" w:rsidP="0035330E">
    <w:pPr>
      <w:pStyle w:val="05AdresseERCO"/>
      <w:framePr w:wrap="around"/>
    </w:pPr>
    <w:r>
      <w:t>Arno Heitland</w:t>
    </w:r>
  </w:p>
  <w:p w14:paraId="4598401D" w14:textId="77777777" w:rsidR="00930806" w:rsidRDefault="00930806" w:rsidP="0035330E">
    <w:pPr>
      <w:pStyle w:val="05AdresseERCO"/>
      <w:framePr w:wrap="around"/>
    </w:pPr>
    <w:r w:rsidRPr="00B56CE7">
      <w:t>Leuschnerdamm 13</w:t>
    </w:r>
  </w:p>
  <w:p w14:paraId="10A23A59" w14:textId="77777777" w:rsidR="00930806" w:rsidRDefault="00930806" w:rsidP="0035330E">
    <w:pPr>
      <w:pStyle w:val="05AdresseERCO"/>
      <w:framePr w:wrap="around"/>
    </w:pPr>
    <w:r w:rsidRPr="00B56CE7">
      <w:t>10999 Berlin</w:t>
    </w:r>
  </w:p>
  <w:p w14:paraId="28DE77B4" w14:textId="77777777" w:rsidR="00930806" w:rsidRDefault="00930806" w:rsidP="0035330E">
    <w:pPr>
      <w:pStyle w:val="05AdresseERCO"/>
      <w:framePr w:wrap="around"/>
    </w:pPr>
    <w:r w:rsidRPr="00B56CE7">
      <w:t xml:space="preserve">Tel.: +49 (0) 30 66 40 </w:t>
    </w:r>
    <w:proofErr w:type="spellStart"/>
    <w:r w:rsidRPr="00B56CE7">
      <w:t>40</w:t>
    </w:r>
    <w:proofErr w:type="spellEnd"/>
    <w:r w:rsidRPr="00B56CE7">
      <w:t xml:space="preserve"> </w:t>
    </w:r>
    <w:r>
      <w:t>553</w:t>
    </w:r>
  </w:p>
  <w:p w14:paraId="79ED55F9" w14:textId="79A30456" w:rsidR="00930806" w:rsidRPr="00B56CE7" w:rsidRDefault="00B8168C" w:rsidP="0035330E">
    <w:pPr>
      <w:pStyle w:val="05AdresseERCO"/>
      <w:framePr w:wrap="around"/>
    </w:pPr>
    <w:hyperlink r:id="rId2" w:history="1">
      <w:r w:rsidR="00930806" w:rsidRPr="00B56CE7">
        <w:t>erco@maipr.com</w:t>
      </w:r>
    </w:hyperlink>
  </w:p>
  <w:p w14:paraId="210824EC" w14:textId="77777777" w:rsidR="00930806" w:rsidRPr="00B56CE7" w:rsidRDefault="00930806" w:rsidP="0035330E">
    <w:pPr>
      <w:pStyle w:val="05AdresseERCO"/>
      <w:framePr w:wrap="around"/>
    </w:pPr>
    <w:r w:rsidRPr="00B56CE7">
      <w:t>www.maipr.com</w:t>
    </w:r>
  </w:p>
  <w:p w14:paraId="4BE9C971" w14:textId="77777777" w:rsidR="00930806" w:rsidRDefault="00930806">
    <w:pPr>
      <w:rPr>
        <w:lang w:val="en-GB"/>
      </w:rPr>
    </w:pPr>
    <w:r>
      <w:rPr>
        <w:noProof/>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1079"/>
    <w:rsid w:val="000473CC"/>
    <w:rsid w:val="000502FE"/>
    <w:rsid w:val="000525B2"/>
    <w:rsid w:val="00056217"/>
    <w:rsid w:val="0005621C"/>
    <w:rsid w:val="00056857"/>
    <w:rsid w:val="00067B22"/>
    <w:rsid w:val="0007469C"/>
    <w:rsid w:val="00076CDF"/>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1D7F"/>
    <w:rsid w:val="00163F36"/>
    <w:rsid w:val="0016676F"/>
    <w:rsid w:val="001720E5"/>
    <w:rsid w:val="001814F1"/>
    <w:rsid w:val="00183568"/>
    <w:rsid w:val="001837A7"/>
    <w:rsid w:val="00183AE4"/>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3C23"/>
    <w:rsid w:val="00215386"/>
    <w:rsid w:val="00217908"/>
    <w:rsid w:val="002214B4"/>
    <w:rsid w:val="002275EB"/>
    <w:rsid w:val="00234D03"/>
    <w:rsid w:val="0023757E"/>
    <w:rsid w:val="00237C73"/>
    <w:rsid w:val="00237CBA"/>
    <w:rsid w:val="0024004C"/>
    <w:rsid w:val="00242D1F"/>
    <w:rsid w:val="00242F2A"/>
    <w:rsid w:val="002448E9"/>
    <w:rsid w:val="00246A10"/>
    <w:rsid w:val="002674DB"/>
    <w:rsid w:val="00267E7A"/>
    <w:rsid w:val="0028005E"/>
    <w:rsid w:val="00283D76"/>
    <w:rsid w:val="00295A1C"/>
    <w:rsid w:val="002963F8"/>
    <w:rsid w:val="00297D22"/>
    <w:rsid w:val="002A1093"/>
    <w:rsid w:val="002B4906"/>
    <w:rsid w:val="002C0754"/>
    <w:rsid w:val="002C2567"/>
    <w:rsid w:val="002C36AB"/>
    <w:rsid w:val="002F294A"/>
    <w:rsid w:val="002F2F68"/>
    <w:rsid w:val="00305EF9"/>
    <w:rsid w:val="0031162C"/>
    <w:rsid w:val="003120D1"/>
    <w:rsid w:val="00324F3A"/>
    <w:rsid w:val="0033318E"/>
    <w:rsid w:val="0035330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361E3"/>
    <w:rsid w:val="00450000"/>
    <w:rsid w:val="004523CA"/>
    <w:rsid w:val="004546EF"/>
    <w:rsid w:val="004713E8"/>
    <w:rsid w:val="0047222A"/>
    <w:rsid w:val="00472A36"/>
    <w:rsid w:val="0047524C"/>
    <w:rsid w:val="004757D5"/>
    <w:rsid w:val="0047768D"/>
    <w:rsid w:val="004779D8"/>
    <w:rsid w:val="00482881"/>
    <w:rsid w:val="00483F19"/>
    <w:rsid w:val="0048783D"/>
    <w:rsid w:val="004A3B56"/>
    <w:rsid w:val="004B28F1"/>
    <w:rsid w:val="004B34DC"/>
    <w:rsid w:val="004B3D0A"/>
    <w:rsid w:val="004C3C96"/>
    <w:rsid w:val="004C58EB"/>
    <w:rsid w:val="004C6656"/>
    <w:rsid w:val="004D1E14"/>
    <w:rsid w:val="004D2B83"/>
    <w:rsid w:val="004E2ED1"/>
    <w:rsid w:val="004F0629"/>
    <w:rsid w:val="004F3038"/>
    <w:rsid w:val="005156B0"/>
    <w:rsid w:val="0051771F"/>
    <w:rsid w:val="005245BE"/>
    <w:rsid w:val="00535EA0"/>
    <w:rsid w:val="005373DB"/>
    <w:rsid w:val="00546401"/>
    <w:rsid w:val="005513E1"/>
    <w:rsid w:val="00552289"/>
    <w:rsid w:val="005543CE"/>
    <w:rsid w:val="005559DF"/>
    <w:rsid w:val="005652E8"/>
    <w:rsid w:val="0056691F"/>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5E4E3F"/>
    <w:rsid w:val="00600D2A"/>
    <w:rsid w:val="00601847"/>
    <w:rsid w:val="00604B21"/>
    <w:rsid w:val="006062F3"/>
    <w:rsid w:val="006108DA"/>
    <w:rsid w:val="00613A03"/>
    <w:rsid w:val="006155A2"/>
    <w:rsid w:val="00631A6B"/>
    <w:rsid w:val="006326F3"/>
    <w:rsid w:val="00634458"/>
    <w:rsid w:val="00650C0D"/>
    <w:rsid w:val="0065429C"/>
    <w:rsid w:val="00671D19"/>
    <w:rsid w:val="00672535"/>
    <w:rsid w:val="00673019"/>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2DA0"/>
    <w:rsid w:val="0070515E"/>
    <w:rsid w:val="00707D53"/>
    <w:rsid w:val="00722429"/>
    <w:rsid w:val="007239CF"/>
    <w:rsid w:val="00723D46"/>
    <w:rsid w:val="00734FCC"/>
    <w:rsid w:val="007376E4"/>
    <w:rsid w:val="007501F5"/>
    <w:rsid w:val="00752C27"/>
    <w:rsid w:val="00772E27"/>
    <w:rsid w:val="0077629F"/>
    <w:rsid w:val="007824B7"/>
    <w:rsid w:val="00783AB8"/>
    <w:rsid w:val="00784BF2"/>
    <w:rsid w:val="00787C8E"/>
    <w:rsid w:val="00787D34"/>
    <w:rsid w:val="0079138D"/>
    <w:rsid w:val="0079420A"/>
    <w:rsid w:val="0079777B"/>
    <w:rsid w:val="007A46EA"/>
    <w:rsid w:val="007A5E47"/>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938"/>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7BCC"/>
    <w:rsid w:val="008D30E4"/>
    <w:rsid w:val="008E1574"/>
    <w:rsid w:val="008E431B"/>
    <w:rsid w:val="008E529C"/>
    <w:rsid w:val="008F65D3"/>
    <w:rsid w:val="008F6DF0"/>
    <w:rsid w:val="009006D6"/>
    <w:rsid w:val="00904032"/>
    <w:rsid w:val="00905710"/>
    <w:rsid w:val="0091178C"/>
    <w:rsid w:val="00911E27"/>
    <w:rsid w:val="0091284C"/>
    <w:rsid w:val="00912A1F"/>
    <w:rsid w:val="00913CEB"/>
    <w:rsid w:val="00915400"/>
    <w:rsid w:val="00923127"/>
    <w:rsid w:val="00930806"/>
    <w:rsid w:val="00943A4D"/>
    <w:rsid w:val="009766D5"/>
    <w:rsid w:val="009906A9"/>
    <w:rsid w:val="00990E4B"/>
    <w:rsid w:val="0099195A"/>
    <w:rsid w:val="009978E0"/>
    <w:rsid w:val="009B0DF2"/>
    <w:rsid w:val="009B3143"/>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50005"/>
    <w:rsid w:val="00A5032A"/>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734"/>
    <w:rsid w:val="00B356B9"/>
    <w:rsid w:val="00B416FB"/>
    <w:rsid w:val="00B4260A"/>
    <w:rsid w:val="00B432C7"/>
    <w:rsid w:val="00B44C9E"/>
    <w:rsid w:val="00B53D8F"/>
    <w:rsid w:val="00B56BDD"/>
    <w:rsid w:val="00B56CE7"/>
    <w:rsid w:val="00B609EC"/>
    <w:rsid w:val="00B610F9"/>
    <w:rsid w:val="00B656B8"/>
    <w:rsid w:val="00B65A35"/>
    <w:rsid w:val="00B74F15"/>
    <w:rsid w:val="00B8168C"/>
    <w:rsid w:val="00B819C8"/>
    <w:rsid w:val="00B83C8B"/>
    <w:rsid w:val="00BC319A"/>
    <w:rsid w:val="00BC4216"/>
    <w:rsid w:val="00BE3975"/>
    <w:rsid w:val="00BF338E"/>
    <w:rsid w:val="00BF5D10"/>
    <w:rsid w:val="00BF7C85"/>
    <w:rsid w:val="00C05475"/>
    <w:rsid w:val="00C16F64"/>
    <w:rsid w:val="00C212E6"/>
    <w:rsid w:val="00C2517B"/>
    <w:rsid w:val="00C27783"/>
    <w:rsid w:val="00C43673"/>
    <w:rsid w:val="00C442A7"/>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17B04"/>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26BE"/>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E220B"/>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4005"/>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5E4E3F"/>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5E4E3F"/>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5E4E3F"/>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5E4E3F"/>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5E4E3F"/>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5E4E3F"/>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5E4E3F"/>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5E4E3F"/>
    <w:pPr>
      <w:spacing w:line="360" w:lineRule="auto"/>
    </w:pPr>
    <w:rPr>
      <w:rFonts w:cs="Arial"/>
      <w:b/>
      <w:bCs/>
      <w:sz w:val="22"/>
      <w:szCs w:val="22"/>
    </w:rPr>
  </w:style>
  <w:style w:type="paragraph" w:customStyle="1" w:styleId="02TextERCO">
    <w:name w:val="02_Text_ERCO"/>
    <w:basedOn w:val="Standard"/>
    <w:qFormat/>
    <w:rsid w:val="005E4E3F"/>
    <w:pPr>
      <w:spacing w:line="360" w:lineRule="auto"/>
    </w:pPr>
    <w:rPr>
      <w:rFonts w:cs="Arial"/>
      <w:sz w:val="22"/>
      <w:szCs w:val="22"/>
    </w:rPr>
  </w:style>
  <w:style w:type="paragraph" w:customStyle="1" w:styleId="03InfosERCO">
    <w:name w:val="03_Infos_ERCO"/>
    <w:basedOn w:val="Standard"/>
    <w:autoRedefine/>
    <w:qFormat/>
    <w:rsid w:val="005E4E3F"/>
    <w:pPr>
      <w:ind w:left="2552" w:hanging="2552"/>
    </w:pPr>
    <w:rPr>
      <w:rFonts w:cs="Arial"/>
      <w:sz w:val="20"/>
    </w:rPr>
  </w:style>
  <w:style w:type="paragraph" w:customStyle="1" w:styleId="05AdresseERCO">
    <w:name w:val="05_Adresse_ERCO"/>
    <w:basedOn w:val="Standard"/>
    <w:autoRedefine/>
    <w:qFormat/>
    <w:rsid w:val="005E4E3F"/>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5E4E3F"/>
    <w:pPr>
      <w:ind w:left="0" w:firstLine="0"/>
    </w:pPr>
  </w:style>
  <w:style w:type="character" w:customStyle="1" w:styleId="berschrift4Zeichen">
    <w:name w:val="Überschrift 4 Zeichen"/>
    <w:basedOn w:val="Absatzstandardschriftart"/>
    <w:link w:val="berschrift4"/>
    <w:semiHidden/>
    <w:rsid w:val="005E4E3F"/>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5E4E3F"/>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5E4E3F"/>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5E4E3F"/>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5E4E3F"/>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5E4E3F"/>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5E4E3F"/>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5E4E3F"/>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5E4E3F"/>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5E4E3F"/>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5E4E3F"/>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5E4E3F"/>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5E4E3F"/>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5E4E3F"/>
    <w:pPr>
      <w:spacing w:line="360" w:lineRule="auto"/>
    </w:pPr>
    <w:rPr>
      <w:rFonts w:cs="Arial"/>
      <w:b/>
      <w:bCs/>
      <w:sz w:val="22"/>
      <w:szCs w:val="22"/>
    </w:rPr>
  </w:style>
  <w:style w:type="paragraph" w:customStyle="1" w:styleId="02TextERCO">
    <w:name w:val="02_Text_ERCO"/>
    <w:basedOn w:val="Standard"/>
    <w:qFormat/>
    <w:rsid w:val="005E4E3F"/>
    <w:pPr>
      <w:spacing w:line="360" w:lineRule="auto"/>
    </w:pPr>
    <w:rPr>
      <w:rFonts w:cs="Arial"/>
      <w:sz w:val="22"/>
      <w:szCs w:val="22"/>
    </w:rPr>
  </w:style>
  <w:style w:type="paragraph" w:customStyle="1" w:styleId="03InfosERCO">
    <w:name w:val="03_Infos_ERCO"/>
    <w:basedOn w:val="Standard"/>
    <w:autoRedefine/>
    <w:qFormat/>
    <w:rsid w:val="005E4E3F"/>
    <w:pPr>
      <w:ind w:left="2552" w:hanging="2552"/>
    </w:pPr>
    <w:rPr>
      <w:rFonts w:cs="Arial"/>
      <w:sz w:val="20"/>
    </w:rPr>
  </w:style>
  <w:style w:type="paragraph" w:customStyle="1" w:styleId="05AdresseERCO">
    <w:name w:val="05_Adresse_ERCO"/>
    <w:basedOn w:val="Standard"/>
    <w:autoRedefine/>
    <w:qFormat/>
    <w:rsid w:val="005E4E3F"/>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5E4E3F"/>
    <w:pPr>
      <w:ind w:left="0" w:firstLine="0"/>
    </w:pPr>
  </w:style>
  <w:style w:type="character" w:customStyle="1" w:styleId="berschrift4Zeichen">
    <w:name w:val="Überschrift 4 Zeichen"/>
    <w:basedOn w:val="Absatzstandardschriftart"/>
    <w:link w:val="berschrift4"/>
    <w:semiHidden/>
    <w:rsid w:val="005E4E3F"/>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5E4E3F"/>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5E4E3F"/>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5E4E3F"/>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5E4E3F"/>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5E4E3F"/>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8EBAE-1720-E64A-AFF9-8CB34860B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747</Words>
  <Characters>4710</Characters>
  <Application>Microsoft Macintosh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5447</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Ein Microsoft Office-Anwender</cp:lastModifiedBy>
  <cp:revision>52</cp:revision>
  <cp:lastPrinted>2016-03-07T14:21:00Z</cp:lastPrinted>
  <dcterms:created xsi:type="dcterms:W3CDTF">2015-08-19T14:51:00Z</dcterms:created>
  <dcterms:modified xsi:type="dcterms:W3CDTF">2016-10-17T10:51:00Z</dcterms:modified>
  <cp:category/>
</cp:coreProperties>
</file>