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C6CF9" w14:textId="77777777" w:rsidR="00712F95" w:rsidRPr="006B2A31" w:rsidRDefault="00712F95" w:rsidP="00712F95">
      <w:pPr>
        <w:pStyle w:val="ERCOberschrift"/>
        <w:rPr>
          <w:lang w:val="sv-SE"/>
        </w:rPr>
      </w:pPr>
      <w:proofErr w:type="spellStart"/>
      <w:r w:rsidRPr="000029B6">
        <w:rPr>
          <w:lang w:val="sv-SE"/>
        </w:rPr>
        <w:t>Appen</w:t>
      </w:r>
      <w:proofErr w:type="spellEnd"/>
      <w:r w:rsidRPr="000029B6">
        <w:rPr>
          <w:lang w:val="sv-SE"/>
        </w:rPr>
        <w:t xml:space="preserve"> </w:t>
      </w:r>
      <w:proofErr w:type="spellStart"/>
      <w:r w:rsidRPr="000029B6">
        <w:rPr>
          <w:lang w:val="sv-SE"/>
        </w:rPr>
        <w:t>Light</w:t>
      </w:r>
      <w:proofErr w:type="spellEnd"/>
      <w:r w:rsidRPr="000029B6">
        <w:rPr>
          <w:lang w:val="sv-SE"/>
        </w:rPr>
        <w:t xml:space="preserve"> </w:t>
      </w:r>
      <w:proofErr w:type="spellStart"/>
      <w:r w:rsidRPr="000029B6">
        <w:rPr>
          <w:lang w:val="sv-SE"/>
        </w:rPr>
        <w:t>Finder</w:t>
      </w:r>
      <w:proofErr w:type="spellEnd"/>
      <w:r w:rsidRPr="000029B6">
        <w:rPr>
          <w:lang w:val="sv-SE"/>
        </w:rPr>
        <w:t xml:space="preserve"> från ERCO: Inspirerande produktsökning med mervärde</w:t>
      </w:r>
    </w:p>
    <w:p w14:paraId="044D5DE8" w14:textId="77777777" w:rsidR="00712F95" w:rsidRPr="006B2A31" w:rsidRDefault="00712F95" w:rsidP="00712F95">
      <w:pPr>
        <w:pStyle w:val="ERCOberschrift"/>
        <w:rPr>
          <w:lang w:val="sv-SE"/>
        </w:rPr>
      </w:pPr>
    </w:p>
    <w:p w14:paraId="271851C4" w14:textId="77777777" w:rsidR="00712F95" w:rsidRPr="006B2A31" w:rsidRDefault="00712F95" w:rsidP="00712F95">
      <w:pPr>
        <w:pStyle w:val="ERCOberschrift"/>
        <w:rPr>
          <w:lang w:val="sv-SE"/>
        </w:rPr>
      </w:pPr>
      <w:r w:rsidRPr="000029B6">
        <w:rPr>
          <w:lang w:val="sv-SE"/>
        </w:rPr>
        <w:t xml:space="preserve">Lüdenscheid, 13 mars 2016. ERCO ser digitalt ljus som arkitekturens fjärde dimension. Det betyder att en armatur är ett verktyg för planeraren för att inreda och modellera rummet. Med den nya </w:t>
      </w:r>
      <w:proofErr w:type="spellStart"/>
      <w:r w:rsidRPr="000029B6">
        <w:rPr>
          <w:lang w:val="sv-SE"/>
        </w:rPr>
        <w:t>appen</w:t>
      </w:r>
      <w:proofErr w:type="spellEnd"/>
      <w:r w:rsidRPr="000029B6">
        <w:rPr>
          <w:lang w:val="sv-SE"/>
        </w:rPr>
        <w:t xml:space="preserve"> </w:t>
      </w:r>
      <w:proofErr w:type="spellStart"/>
      <w:r w:rsidRPr="000029B6">
        <w:rPr>
          <w:lang w:val="sv-SE"/>
        </w:rPr>
        <w:t>Light</w:t>
      </w:r>
      <w:proofErr w:type="spellEnd"/>
      <w:r w:rsidRPr="000029B6">
        <w:rPr>
          <w:lang w:val="sv-SE"/>
        </w:rPr>
        <w:t xml:space="preserve"> </w:t>
      </w:r>
      <w:proofErr w:type="spellStart"/>
      <w:r w:rsidRPr="000029B6">
        <w:rPr>
          <w:lang w:val="sv-SE"/>
        </w:rPr>
        <w:t>Finder</w:t>
      </w:r>
      <w:proofErr w:type="spellEnd"/>
      <w:r w:rsidRPr="000029B6">
        <w:rPr>
          <w:lang w:val="sv-SE"/>
        </w:rPr>
        <w:t xml:space="preserve"> lanserar ERCO ett intuitivt verktyg för produktsökning, som underlättar ljusplanering med LED-teknik. Varje sökning efter armaturer åtföljs av inspirerande bilder och baskunskap om ljusplanering anpassad efter människans uppfattningsförmåga.</w:t>
      </w:r>
    </w:p>
    <w:p w14:paraId="6B05A6CA" w14:textId="77777777" w:rsidR="00712F95" w:rsidRPr="006B2A31" w:rsidRDefault="00712F95" w:rsidP="00712F95">
      <w:pPr>
        <w:pStyle w:val="prtext"/>
        <w:rPr>
          <w:rFonts w:ascii="Arial" w:hAnsi="Arial" w:cs="Arial"/>
          <w:sz w:val="22"/>
          <w:szCs w:val="22"/>
          <w:lang w:val="sv-SE"/>
        </w:rPr>
      </w:pPr>
    </w:p>
    <w:p w14:paraId="52DC8460" w14:textId="77777777" w:rsidR="00712F95" w:rsidRPr="006B2A31" w:rsidRDefault="00712F95" w:rsidP="00712F95">
      <w:pPr>
        <w:pStyle w:val="ERCOText"/>
        <w:rPr>
          <w:lang w:val="sv-SE"/>
        </w:rPr>
      </w:pPr>
      <w:r w:rsidRPr="000029B6">
        <w:rPr>
          <w:lang w:val="sv-SE"/>
        </w:rPr>
        <w:t xml:space="preserve">Handlar det om belysning inomhus eller utomhus, eller belysning av föremål i rummet eller på väggen? Önskas varmvitt eller neutralvitt ljus, och ska det </w:t>
      </w:r>
      <w:proofErr w:type="spellStart"/>
      <w:r w:rsidRPr="000029B6">
        <w:rPr>
          <w:lang w:val="sv-SE"/>
        </w:rPr>
        <w:t>ljusregleras</w:t>
      </w:r>
      <w:proofErr w:type="spellEnd"/>
      <w:r w:rsidRPr="000029B6">
        <w:rPr>
          <w:lang w:val="sv-SE"/>
        </w:rPr>
        <w:t xml:space="preserve">? Detaljkraven i ljusplaneringen varierar från projekt till projekt. </w:t>
      </w:r>
      <w:proofErr w:type="spellStart"/>
      <w:r w:rsidRPr="000029B6">
        <w:rPr>
          <w:lang w:val="sv-SE"/>
        </w:rPr>
        <w:t>Light</w:t>
      </w:r>
      <w:proofErr w:type="spellEnd"/>
      <w:r w:rsidRPr="000029B6">
        <w:rPr>
          <w:lang w:val="sv-SE"/>
        </w:rPr>
        <w:t xml:space="preserve"> </w:t>
      </w:r>
      <w:proofErr w:type="spellStart"/>
      <w:r w:rsidRPr="000029B6">
        <w:rPr>
          <w:lang w:val="sv-SE"/>
        </w:rPr>
        <w:t>Finder</w:t>
      </w:r>
      <w:proofErr w:type="spellEnd"/>
      <w:r>
        <w:rPr>
          <w:lang w:val="sv-SE"/>
        </w:rPr>
        <w:t xml:space="preserve"> </w:t>
      </w:r>
      <w:proofErr w:type="spellStart"/>
      <w:r w:rsidRPr="000029B6">
        <w:rPr>
          <w:lang w:val="sv-SE"/>
        </w:rPr>
        <w:t>appen</w:t>
      </w:r>
      <w:proofErr w:type="spellEnd"/>
      <w:r w:rsidRPr="000029B6">
        <w:rPr>
          <w:lang w:val="sv-SE"/>
        </w:rPr>
        <w:t xml:space="preserve"> från ERCO understödjer den kreativa ljusplaneringsprocessen från första början. Med bilder från olika rum och användningsområden får arkitekter, tekniska planerare och byggherrar snabb vägledning i att hitta fram till den optimala LED-ljuslösningen. </w:t>
      </w:r>
      <w:proofErr w:type="spellStart"/>
      <w:r w:rsidRPr="000029B6">
        <w:rPr>
          <w:lang w:val="sv-SE"/>
        </w:rPr>
        <w:t>Appen</w:t>
      </w:r>
      <w:proofErr w:type="spellEnd"/>
      <w:r w:rsidRPr="000029B6">
        <w:rPr>
          <w:lang w:val="sv-SE"/>
        </w:rPr>
        <w:t xml:space="preserve"> kan användas </w:t>
      </w:r>
      <w:proofErr w:type="spellStart"/>
      <w:r w:rsidRPr="000029B6">
        <w:rPr>
          <w:lang w:val="sv-SE"/>
        </w:rPr>
        <w:t>offline</w:t>
      </w:r>
      <w:proofErr w:type="spellEnd"/>
      <w:r w:rsidRPr="000029B6">
        <w:rPr>
          <w:lang w:val="sv-SE"/>
        </w:rPr>
        <w:t xml:space="preserve"> och fungerar i idealfallet på en </w:t>
      </w:r>
      <w:proofErr w:type="spellStart"/>
      <w:r w:rsidRPr="000029B6">
        <w:rPr>
          <w:lang w:val="sv-SE"/>
        </w:rPr>
        <w:t>iPad</w:t>
      </w:r>
      <w:proofErr w:type="spellEnd"/>
      <w:r w:rsidRPr="000029B6">
        <w:rPr>
          <w:lang w:val="sv-SE"/>
        </w:rPr>
        <w:t xml:space="preserve"> även i situationer, där Internet inte är tillgängligt – till exempel på byggplatsen.</w:t>
      </w:r>
    </w:p>
    <w:p w14:paraId="70CF2D6A" w14:textId="77777777" w:rsidR="00712F95" w:rsidRPr="006B2A31" w:rsidRDefault="00712F95" w:rsidP="00712F95">
      <w:pPr>
        <w:pStyle w:val="prtext"/>
        <w:rPr>
          <w:rFonts w:ascii="Arial" w:hAnsi="Arial" w:cs="Arial"/>
          <w:sz w:val="22"/>
          <w:szCs w:val="22"/>
          <w:lang w:val="sv-SE"/>
        </w:rPr>
      </w:pPr>
    </w:p>
    <w:p w14:paraId="570E33D7" w14:textId="77777777" w:rsidR="00712F95" w:rsidRPr="006B2A31" w:rsidRDefault="00712F95" w:rsidP="00712F95">
      <w:pPr>
        <w:pStyle w:val="ERCOberschrift"/>
        <w:rPr>
          <w:lang w:val="sv-SE"/>
        </w:rPr>
      </w:pPr>
      <w:r w:rsidRPr="00AD517D">
        <w:rPr>
          <w:lang w:val="sv-SE"/>
        </w:rPr>
        <w:t xml:space="preserve">Ett inspirerande planeringsunderlag </w:t>
      </w:r>
    </w:p>
    <w:p w14:paraId="56E7B484" w14:textId="77777777" w:rsidR="00712F95" w:rsidRPr="006B2A31" w:rsidRDefault="00712F95" w:rsidP="00712F95">
      <w:pPr>
        <w:pStyle w:val="ERCOText"/>
        <w:rPr>
          <w:lang w:val="sv-SE"/>
        </w:rPr>
      </w:pPr>
      <w:proofErr w:type="spellStart"/>
      <w:r w:rsidRPr="000029B6">
        <w:rPr>
          <w:lang w:val="sv-SE"/>
        </w:rPr>
        <w:t>Light</w:t>
      </w:r>
      <w:proofErr w:type="spellEnd"/>
      <w:r w:rsidRPr="000029B6">
        <w:rPr>
          <w:lang w:val="sv-SE"/>
        </w:rPr>
        <w:t xml:space="preserve"> </w:t>
      </w:r>
      <w:proofErr w:type="spellStart"/>
      <w:r w:rsidRPr="000029B6">
        <w:rPr>
          <w:lang w:val="sv-SE"/>
        </w:rPr>
        <w:t>Finder</w:t>
      </w:r>
      <w:proofErr w:type="spellEnd"/>
      <w:r>
        <w:rPr>
          <w:lang w:val="sv-SE"/>
        </w:rPr>
        <w:t xml:space="preserve"> </w:t>
      </w:r>
      <w:proofErr w:type="spellStart"/>
      <w:r w:rsidRPr="000029B6">
        <w:rPr>
          <w:lang w:val="sv-SE"/>
        </w:rPr>
        <w:t>appen</w:t>
      </w:r>
      <w:proofErr w:type="spellEnd"/>
      <w:r w:rsidRPr="000029B6">
        <w:rPr>
          <w:lang w:val="sv-SE"/>
        </w:rPr>
        <w:t xml:space="preserve"> fyller anspråken på både kreativ och exakt teknisk arkitekturbelysning med hjälp av sina välunderbyggda planeringsaspekter. I den interaktiva planeringsguiden leder frågor om ca tio kriterier med hjälp av överskådliga bilder fram till en ljuslösning. Parametrarna omfattar allt från basdata till detaljerade specifikationer, till exempel del av rummet, belysningstyper, armaturformer, infällningstillbehör och ljusstyrning. Som resultat visas en översikt över passande ERCO LED-armaturer med tekniska data och andra egenskaper. Därutöver kan upphandlingsunderlag, 3D- och planeringsdata för ljusfördelning och bildmaterial laddas ned. Sökresultaten kan sparas och skickas via en privat profil på </w:t>
      </w:r>
      <w:proofErr w:type="spellStart"/>
      <w:r w:rsidRPr="000029B6">
        <w:rPr>
          <w:lang w:val="sv-SE"/>
        </w:rPr>
        <w:t>myERCO</w:t>
      </w:r>
      <w:proofErr w:type="spellEnd"/>
      <w:r w:rsidRPr="000029B6">
        <w:rPr>
          <w:lang w:val="sv-SE"/>
        </w:rPr>
        <w:t>.</w:t>
      </w:r>
    </w:p>
    <w:p w14:paraId="695C84A5" w14:textId="77777777" w:rsidR="00712F95" w:rsidRPr="006B2A31" w:rsidRDefault="00712F95" w:rsidP="00712F95">
      <w:pPr>
        <w:pStyle w:val="ERCOberschrift"/>
        <w:rPr>
          <w:lang w:val="sv-SE"/>
        </w:rPr>
      </w:pPr>
      <w:r>
        <w:rPr>
          <w:lang w:val="sv-SE"/>
        </w:rPr>
        <w:lastRenderedPageBreak/>
        <w:t>Interaktiva bilder förmedlar kunskap om ljus</w:t>
      </w:r>
    </w:p>
    <w:p w14:paraId="1D5992F2" w14:textId="77777777" w:rsidR="00712F95" w:rsidRPr="006B2A31" w:rsidRDefault="00712F95" w:rsidP="00712F95">
      <w:pPr>
        <w:pStyle w:val="ERCOText"/>
        <w:rPr>
          <w:lang w:val="sv-SE"/>
        </w:rPr>
      </w:pPr>
      <w:r w:rsidRPr="000029B6">
        <w:rPr>
          <w:lang w:val="sv-SE"/>
        </w:rPr>
        <w:t xml:space="preserve">Användaren kan </w:t>
      </w:r>
      <w:proofErr w:type="spellStart"/>
      <w:r w:rsidRPr="000029B6">
        <w:rPr>
          <w:lang w:val="sv-SE"/>
        </w:rPr>
        <w:t>svajpa</w:t>
      </w:r>
      <w:proofErr w:type="spellEnd"/>
      <w:r w:rsidRPr="000029B6">
        <w:rPr>
          <w:lang w:val="sv-SE"/>
        </w:rPr>
        <w:t xml:space="preserve"> fram mer information om olika frågeställningar, för att ta reda på mer om möjligheterna inom ljusdesign och ljuseffekter hos digitala armaturer från ERCO. En </w:t>
      </w:r>
      <w:proofErr w:type="spellStart"/>
      <w:r w:rsidRPr="000029B6">
        <w:rPr>
          <w:lang w:val="sv-SE"/>
        </w:rPr>
        <w:t>svajpning</w:t>
      </w:r>
      <w:proofErr w:type="spellEnd"/>
      <w:r w:rsidRPr="000029B6">
        <w:rPr>
          <w:lang w:val="sv-SE"/>
        </w:rPr>
        <w:t xml:space="preserve"> åt höger tar fram innehållsrika fotogallerier med belysningsprojekt från hela världen där ERCO medverkat. Här visas hur planerare löst resp. fråga i praktisk tillämpning. Genom att svepa med handen åt vänster, får användaren fram grundläggande kunskap om perceptionsorienterad ljusplanering. Där kan interaktiva moduler presentera olika lösningar för de angivna förutsättningarna. </w:t>
      </w:r>
      <w:proofErr w:type="spellStart"/>
      <w:r w:rsidRPr="000029B6">
        <w:rPr>
          <w:lang w:val="sv-SE"/>
        </w:rPr>
        <w:t>Appen</w:t>
      </w:r>
      <w:proofErr w:type="spellEnd"/>
      <w:r w:rsidRPr="000029B6">
        <w:rPr>
          <w:lang w:val="sv-SE"/>
        </w:rPr>
        <w:t xml:space="preserve"> fungerar alltså som ett kunskapsverktyg med olika dimensioner för kreativa och tekniska planerare och även för </w:t>
      </w:r>
      <w:proofErr w:type="spellStart"/>
      <w:r w:rsidRPr="000029B6">
        <w:rPr>
          <w:lang w:val="sv-SE"/>
        </w:rPr>
        <w:t>ERCOs</w:t>
      </w:r>
      <w:proofErr w:type="spellEnd"/>
      <w:r w:rsidRPr="000029B6">
        <w:rPr>
          <w:lang w:val="sv-SE"/>
        </w:rPr>
        <w:t xml:space="preserve"> ljusrådgivare i deras säljarbete.</w:t>
      </w:r>
    </w:p>
    <w:p w14:paraId="10672210" w14:textId="77777777" w:rsidR="00712F95" w:rsidRPr="006B2A31" w:rsidRDefault="00712F95" w:rsidP="00712F95">
      <w:pPr>
        <w:pStyle w:val="prtext"/>
        <w:rPr>
          <w:rFonts w:ascii="Arial" w:hAnsi="Arial" w:cs="Arial"/>
          <w:sz w:val="22"/>
          <w:szCs w:val="22"/>
          <w:lang w:val="sv-SE"/>
        </w:rPr>
      </w:pPr>
    </w:p>
    <w:p w14:paraId="5F92729D" w14:textId="77777777" w:rsidR="00712F95" w:rsidRPr="006B2A31" w:rsidRDefault="00712F95" w:rsidP="00712F95">
      <w:pPr>
        <w:pStyle w:val="prtext"/>
        <w:rPr>
          <w:rFonts w:ascii="Arial" w:hAnsi="Arial" w:cs="Arial"/>
          <w:sz w:val="22"/>
          <w:szCs w:val="22"/>
          <w:lang w:val="sv-SE"/>
        </w:rPr>
      </w:pPr>
    </w:p>
    <w:p w14:paraId="1043D0B9" w14:textId="77777777" w:rsidR="00712F95" w:rsidRPr="006B2A31" w:rsidRDefault="00712F95" w:rsidP="00712F95">
      <w:pPr>
        <w:pStyle w:val="ERCOberschrift"/>
        <w:rPr>
          <w:lang w:val="sv-SE"/>
        </w:rPr>
      </w:pPr>
      <w:r w:rsidRPr="00D15178">
        <w:rPr>
          <w:lang w:val="sv-SE"/>
        </w:rPr>
        <w:t>Teknisk information</w:t>
      </w:r>
    </w:p>
    <w:p w14:paraId="14AAFAF6" w14:textId="77777777" w:rsidR="00712F95" w:rsidRPr="006B2A31" w:rsidRDefault="00712F95" w:rsidP="00712F95">
      <w:pPr>
        <w:pStyle w:val="prtext"/>
        <w:rPr>
          <w:rFonts w:ascii="Arial" w:hAnsi="Arial" w:cs="Arial"/>
          <w:sz w:val="22"/>
          <w:szCs w:val="22"/>
          <w:lang w:val="sv-SE"/>
        </w:rPr>
      </w:pPr>
    </w:p>
    <w:p w14:paraId="7E6A7A38" w14:textId="77777777" w:rsidR="00712F95" w:rsidRPr="006B2A31" w:rsidRDefault="00712F95" w:rsidP="00712F95">
      <w:pPr>
        <w:pStyle w:val="ERCOInfos"/>
        <w:rPr>
          <w:lang w:val="sv-SE"/>
        </w:rPr>
      </w:pPr>
      <w:r w:rsidRPr="00DA6E07">
        <w:rPr>
          <w:lang w:val="sv-SE"/>
        </w:rPr>
        <w:t>Beteckning:</w:t>
      </w:r>
      <w:r w:rsidRPr="00DA6E07">
        <w:rPr>
          <w:lang w:val="sv-SE"/>
        </w:rPr>
        <w:tab/>
      </w:r>
      <w:r w:rsidRPr="00DA6E07">
        <w:rPr>
          <w:lang w:val="sv-SE"/>
        </w:rPr>
        <w:tab/>
      </w:r>
      <w:r w:rsidRPr="00DA6E07">
        <w:rPr>
          <w:lang w:val="sv-SE"/>
        </w:rPr>
        <w:tab/>
        <w:t xml:space="preserve">ERCO </w:t>
      </w:r>
      <w:proofErr w:type="spellStart"/>
      <w:r w:rsidRPr="00DA6E07">
        <w:rPr>
          <w:lang w:val="sv-SE"/>
        </w:rPr>
        <w:t>Light</w:t>
      </w:r>
      <w:proofErr w:type="spellEnd"/>
      <w:r w:rsidRPr="00DA6E07">
        <w:rPr>
          <w:lang w:val="sv-SE"/>
        </w:rPr>
        <w:t xml:space="preserve"> </w:t>
      </w:r>
      <w:proofErr w:type="spellStart"/>
      <w:r w:rsidRPr="00DA6E07">
        <w:rPr>
          <w:lang w:val="sv-SE"/>
        </w:rPr>
        <w:t>Finder</w:t>
      </w:r>
      <w:proofErr w:type="spellEnd"/>
    </w:p>
    <w:p w14:paraId="55DFA1CA" w14:textId="77777777" w:rsidR="00712F95" w:rsidRPr="006B2A31" w:rsidRDefault="00712F95" w:rsidP="00712F95">
      <w:pPr>
        <w:pStyle w:val="ERCOInfos"/>
        <w:rPr>
          <w:lang w:val="sv-SE"/>
        </w:rPr>
      </w:pPr>
      <w:r w:rsidRPr="00DA6E07">
        <w:rPr>
          <w:lang w:val="sv-SE"/>
        </w:rPr>
        <w:t>Systemkrav:</w:t>
      </w:r>
      <w:r w:rsidRPr="00DA6E07">
        <w:rPr>
          <w:lang w:val="sv-SE"/>
        </w:rPr>
        <w:tab/>
      </w:r>
      <w:r w:rsidRPr="00DA6E07">
        <w:rPr>
          <w:lang w:val="sv-SE"/>
        </w:rPr>
        <w:tab/>
      </w:r>
      <w:r w:rsidRPr="00DA6E07">
        <w:rPr>
          <w:lang w:val="sv-SE"/>
        </w:rPr>
        <w:tab/>
      </w:r>
      <w:proofErr w:type="spellStart"/>
      <w:r w:rsidRPr="00DA6E07">
        <w:rPr>
          <w:lang w:val="sv-SE"/>
        </w:rPr>
        <w:t>iOS</w:t>
      </w:r>
      <w:proofErr w:type="spellEnd"/>
      <w:r w:rsidRPr="00DA6E07">
        <w:rPr>
          <w:lang w:val="sv-SE"/>
        </w:rPr>
        <w:t xml:space="preserve"> 8.0 eller senare.</w:t>
      </w:r>
    </w:p>
    <w:p w14:paraId="7F4EAE80" w14:textId="77777777" w:rsidR="00712F95" w:rsidRPr="006B2A31" w:rsidRDefault="00712F95" w:rsidP="00712F95">
      <w:pPr>
        <w:pStyle w:val="ERCOInfos"/>
        <w:ind w:left="2127" w:firstLine="709"/>
        <w:rPr>
          <w:lang w:val="sv-SE"/>
        </w:rPr>
      </w:pPr>
      <w:r w:rsidRPr="00DA6E07">
        <w:rPr>
          <w:lang w:val="sv-SE"/>
        </w:rPr>
        <w:t xml:space="preserve">Kompatibel med </w:t>
      </w:r>
      <w:proofErr w:type="spellStart"/>
      <w:r w:rsidRPr="00DA6E07">
        <w:rPr>
          <w:lang w:val="sv-SE"/>
        </w:rPr>
        <w:t>iPad</w:t>
      </w:r>
      <w:proofErr w:type="spellEnd"/>
      <w:r w:rsidRPr="00DA6E07">
        <w:rPr>
          <w:lang w:val="sv-SE"/>
        </w:rPr>
        <w:t xml:space="preserve">, </w:t>
      </w:r>
      <w:proofErr w:type="spellStart"/>
      <w:r w:rsidRPr="00DA6E07">
        <w:rPr>
          <w:lang w:val="sv-SE"/>
        </w:rPr>
        <w:t>iPhone</w:t>
      </w:r>
      <w:proofErr w:type="spellEnd"/>
      <w:r w:rsidRPr="00DA6E07">
        <w:rPr>
          <w:lang w:val="sv-SE"/>
        </w:rPr>
        <w:t xml:space="preserve"> och iPod touch</w:t>
      </w:r>
    </w:p>
    <w:p w14:paraId="088968D4" w14:textId="77777777" w:rsidR="00712F95" w:rsidRPr="006B2A31" w:rsidRDefault="00712F95" w:rsidP="00712F95">
      <w:pPr>
        <w:pStyle w:val="ERCOInfos"/>
        <w:rPr>
          <w:lang w:val="sv-SE"/>
        </w:rPr>
      </w:pPr>
      <w:r>
        <w:rPr>
          <w:lang w:val="sv-SE"/>
        </w:rPr>
        <w:t>Språk:</w:t>
      </w:r>
      <w:r>
        <w:rPr>
          <w:lang w:val="sv-SE"/>
        </w:rPr>
        <w:tab/>
      </w:r>
      <w:r>
        <w:rPr>
          <w:lang w:val="sv-SE"/>
        </w:rPr>
        <w:tab/>
      </w:r>
      <w:r>
        <w:rPr>
          <w:lang w:val="sv-SE"/>
        </w:rPr>
        <w:tab/>
      </w:r>
      <w:r>
        <w:rPr>
          <w:lang w:val="sv-SE"/>
        </w:rPr>
        <w:tab/>
        <w:t>Engelska</w:t>
      </w:r>
    </w:p>
    <w:p w14:paraId="1A87381A" w14:textId="77777777" w:rsidR="00712F95" w:rsidRPr="006B2A31" w:rsidRDefault="00712F95" w:rsidP="00712F95">
      <w:pPr>
        <w:pStyle w:val="ERCOInfos"/>
        <w:rPr>
          <w:lang w:val="sv-SE"/>
        </w:rPr>
      </w:pPr>
      <w:r w:rsidRPr="00DA6E07">
        <w:rPr>
          <w:lang w:val="sv-SE"/>
        </w:rPr>
        <w:t>Finns hos:</w:t>
      </w:r>
      <w:r w:rsidRPr="00DA6E07">
        <w:rPr>
          <w:lang w:val="sv-SE"/>
        </w:rPr>
        <w:tab/>
      </w:r>
      <w:r w:rsidRPr="00DA6E07">
        <w:rPr>
          <w:lang w:val="sv-SE"/>
        </w:rPr>
        <w:tab/>
      </w:r>
      <w:r w:rsidRPr="00DA6E07">
        <w:rPr>
          <w:lang w:val="sv-SE"/>
        </w:rPr>
        <w:tab/>
      </w:r>
      <w:proofErr w:type="spellStart"/>
      <w:r w:rsidRPr="00DA6E07">
        <w:rPr>
          <w:lang w:val="sv-SE"/>
        </w:rPr>
        <w:t>App</w:t>
      </w:r>
      <w:proofErr w:type="spellEnd"/>
      <w:r w:rsidRPr="00DA6E07">
        <w:rPr>
          <w:lang w:val="sv-SE"/>
        </w:rPr>
        <w:t xml:space="preserve"> Store</w:t>
      </w:r>
    </w:p>
    <w:p w14:paraId="75790BE6" w14:textId="77777777" w:rsidR="00476A01" w:rsidRDefault="00476A01" w:rsidP="006D1348">
      <w:pPr>
        <w:pStyle w:val="ERCOberschrift"/>
        <w:rPr>
          <w:lang w:val="sv-SE"/>
        </w:rPr>
      </w:pPr>
    </w:p>
    <w:p w14:paraId="3FCA5D5B" w14:textId="77777777" w:rsidR="00476A01" w:rsidRDefault="00476A01" w:rsidP="006D1348">
      <w:pPr>
        <w:pStyle w:val="ERCOberschrift"/>
        <w:rPr>
          <w:lang w:val="sv-SE"/>
        </w:rPr>
      </w:pPr>
    </w:p>
    <w:p w14:paraId="51CD2A56" w14:textId="0925429C" w:rsidR="00D27C4C" w:rsidRPr="006D1348" w:rsidRDefault="006D1348" w:rsidP="006D1348">
      <w:pPr>
        <w:pStyle w:val="ERCOberschrift"/>
        <w:rPr>
          <w:lang w:val="sv-SE"/>
        </w:rPr>
      </w:pPr>
      <w:r>
        <w:rPr>
          <w:noProof/>
        </w:rPr>
        <mc:AlternateContent>
          <mc:Choice Requires="wps">
            <w:drawing>
              <wp:anchor distT="0" distB="0" distL="114300" distR="114300" simplePos="0" relativeHeight="251659264" behindDoc="0" locked="0" layoutInCell="1" allowOverlap="1" wp14:anchorId="495CAA07" wp14:editId="23309822">
                <wp:simplePos x="0" y="0"/>
                <wp:positionH relativeFrom="column">
                  <wp:posOffset>1880870</wp:posOffset>
                </wp:positionH>
                <wp:positionV relativeFrom="paragraph">
                  <wp:posOffset>167640</wp:posOffset>
                </wp:positionV>
                <wp:extent cx="2514600" cy="1494155"/>
                <wp:effectExtent l="0" t="0" r="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9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7A4A8" w14:textId="7D266173" w:rsidR="00712F95" w:rsidRPr="006B2A31" w:rsidRDefault="00712F95" w:rsidP="003B06BD">
                            <w:pPr>
                              <w:pStyle w:val="ERCOInfos"/>
                              <w:rPr>
                                <w:lang w:val="sv-SE"/>
                              </w:rPr>
                            </w:pPr>
                            <w:bookmarkStart w:id="0" w:name="_GoBack"/>
                            <w:r w:rsidRPr="00772E27">
                              <w:rPr>
                                <w:lang w:val="sv-SE"/>
                              </w:rPr>
                              <w:t xml:space="preserve">På resa eller vid konsultation – intuitivt och direkt leder </w:t>
                            </w:r>
                            <w:proofErr w:type="spellStart"/>
                            <w:r w:rsidRPr="00772E27">
                              <w:rPr>
                                <w:lang w:val="sv-SE"/>
                              </w:rPr>
                              <w:t>Light</w:t>
                            </w:r>
                            <w:proofErr w:type="spellEnd"/>
                            <w:r w:rsidRPr="00772E27">
                              <w:rPr>
                                <w:lang w:val="sv-SE"/>
                              </w:rPr>
                              <w:t xml:space="preserve"> </w:t>
                            </w:r>
                            <w:proofErr w:type="spellStart"/>
                            <w:r w:rsidRPr="00772E27">
                              <w:rPr>
                                <w:lang w:val="sv-SE"/>
                              </w:rPr>
                              <w:t>Finder</w:t>
                            </w:r>
                            <w:proofErr w:type="spellEnd"/>
                            <w:r>
                              <w:rPr>
                                <w:lang w:val="sv-SE"/>
                              </w:rPr>
                              <w:t xml:space="preserve"> </w:t>
                            </w:r>
                            <w:proofErr w:type="spellStart"/>
                            <w:r w:rsidRPr="00772E27">
                              <w:rPr>
                                <w:lang w:val="sv-SE"/>
                              </w:rPr>
                              <w:t>appen</w:t>
                            </w:r>
                            <w:proofErr w:type="spellEnd"/>
                            <w:r w:rsidRPr="00772E27">
                              <w:rPr>
                                <w:lang w:val="sv-SE"/>
                              </w:rPr>
                              <w:t xml:space="preserve"> från ERCO dig till den perfekta ljuslösningen för individuella belysningskrav i den arkitektoniska planeringen.</w:t>
                            </w:r>
                            <w:r w:rsidR="007916B1">
                              <w:rPr>
                                <w:lang w:val="sv-SE"/>
                              </w:rPr>
                              <w:br/>
                            </w:r>
                          </w:p>
                          <w:p w14:paraId="6855B6A1" w14:textId="2CE0DBCA" w:rsidR="00712F95" w:rsidRPr="00FD590C" w:rsidRDefault="007916B1" w:rsidP="003B06BD">
                            <w:pPr>
                              <w:pStyle w:val="ERCOInfos"/>
                              <w:rPr>
                                <w:lang w:val="it-IT"/>
                              </w:rPr>
                            </w:pPr>
                            <w:proofErr w:type="spellStart"/>
                            <w:r>
                              <w:rPr>
                                <w:lang w:val="nl-NL"/>
                              </w:rPr>
                              <w:t>Bild</w:t>
                            </w:r>
                            <w:proofErr w:type="spellEnd"/>
                            <w:r w:rsidR="00712F95" w:rsidRPr="006B2A31">
                              <w:rPr>
                                <w:lang w:val="nl-NL"/>
                              </w:rPr>
                              <w:t xml:space="preserve">: ERCO GmbH, </w:t>
                            </w:r>
                            <w:r>
                              <w:rPr>
                                <w:lang w:val="nl-NL"/>
                              </w:rPr>
                              <w:t>www.erco.com, f</w:t>
                            </w:r>
                            <w:r w:rsidRPr="006B2A31">
                              <w:rPr>
                                <w:lang w:val="nl-NL"/>
                              </w:rPr>
                              <w:t xml:space="preserve">oto: Rudi </w:t>
                            </w:r>
                            <w:proofErr w:type="spellStart"/>
                            <w:r w:rsidRPr="006B2A31">
                              <w:rPr>
                                <w:lang w:val="nl-NL"/>
                              </w:rPr>
                              <w:t>Meisel</w:t>
                            </w:r>
                            <w:proofErr w:type="spellEnd"/>
                          </w:p>
                          <w:p w14:paraId="3B4C2D75" w14:textId="77777777" w:rsidR="00712F95" w:rsidRPr="00FD590C" w:rsidRDefault="00712F95" w:rsidP="00712F95">
                            <w:pPr>
                              <w:pStyle w:val="prtext"/>
                              <w:rPr>
                                <w:rFonts w:ascii="Arial" w:hAnsi="Arial" w:cs="Arial"/>
                                <w:sz w:val="22"/>
                                <w:szCs w:val="22"/>
                                <w:lang w:val="it-IT"/>
                              </w:rPr>
                            </w:pPr>
                          </w:p>
                          <w:p w14:paraId="5BC7BAA8" w14:textId="4CDAB0C2" w:rsidR="00D27C4C" w:rsidRPr="000E7783" w:rsidRDefault="00D27C4C" w:rsidP="00D27C4C">
                            <w:pPr>
                              <w:pStyle w:val="ERCOInfos"/>
                            </w:pPr>
                          </w:p>
                          <w:bookmarkEnd w:id="0"/>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26" type="#_x0000_t202" style="position:absolute;margin-left:148.1pt;margin-top:13.2pt;width:198pt;height:1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" filled="f" stroked="f">
                <v:textbox inset=",7.2pt,,7.2pt">
                  <w:txbxContent>
                    <w:p w14:paraId="7C87A4A8" w14:textId="7D266173" w:rsidR="00712F95" w:rsidRPr="006B2A31" w:rsidRDefault="00712F95" w:rsidP="003B06BD">
                      <w:pPr>
                        <w:pStyle w:val="ERCOInfos"/>
                        <w:rPr>
                          <w:lang w:val="sv-SE"/>
                        </w:rPr>
                      </w:pPr>
                      <w:bookmarkStart w:id="1" w:name="_GoBack"/>
                      <w:r w:rsidRPr="00772E27">
                        <w:rPr>
                          <w:lang w:val="sv-SE"/>
                        </w:rPr>
                        <w:t xml:space="preserve">På resa eller vid konsultation – intuitivt och direkt leder </w:t>
                      </w:r>
                      <w:proofErr w:type="spellStart"/>
                      <w:r w:rsidRPr="00772E27">
                        <w:rPr>
                          <w:lang w:val="sv-SE"/>
                        </w:rPr>
                        <w:t>Light</w:t>
                      </w:r>
                      <w:proofErr w:type="spellEnd"/>
                      <w:r w:rsidRPr="00772E27">
                        <w:rPr>
                          <w:lang w:val="sv-SE"/>
                        </w:rPr>
                        <w:t xml:space="preserve"> </w:t>
                      </w:r>
                      <w:proofErr w:type="spellStart"/>
                      <w:r w:rsidRPr="00772E27">
                        <w:rPr>
                          <w:lang w:val="sv-SE"/>
                        </w:rPr>
                        <w:t>Finder</w:t>
                      </w:r>
                      <w:proofErr w:type="spellEnd"/>
                      <w:r>
                        <w:rPr>
                          <w:lang w:val="sv-SE"/>
                        </w:rPr>
                        <w:t xml:space="preserve"> </w:t>
                      </w:r>
                      <w:proofErr w:type="spellStart"/>
                      <w:r w:rsidRPr="00772E27">
                        <w:rPr>
                          <w:lang w:val="sv-SE"/>
                        </w:rPr>
                        <w:t>appen</w:t>
                      </w:r>
                      <w:proofErr w:type="spellEnd"/>
                      <w:r w:rsidRPr="00772E27">
                        <w:rPr>
                          <w:lang w:val="sv-SE"/>
                        </w:rPr>
                        <w:t xml:space="preserve"> från ERCO dig till den perfekta ljuslösningen för individuella belysningskrav i den arkitektoniska planeringen.</w:t>
                      </w:r>
                      <w:r w:rsidR="007916B1">
                        <w:rPr>
                          <w:lang w:val="sv-SE"/>
                        </w:rPr>
                        <w:br/>
                      </w:r>
                    </w:p>
                    <w:p w14:paraId="6855B6A1" w14:textId="2CE0DBCA" w:rsidR="00712F95" w:rsidRPr="00FD590C" w:rsidRDefault="007916B1" w:rsidP="003B06BD">
                      <w:pPr>
                        <w:pStyle w:val="ERCOInfos"/>
                        <w:rPr>
                          <w:lang w:val="it-IT"/>
                        </w:rPr>
                      </w:pPr>
                      <w:proofErr w:type="spellStart"/>
                      <w:r>
                        <w:rPr>
                          <w:lang w:val="nl-NL"/>
                        </w:rPr>
                        <w:t>Bild</w:t>
                      </w:r>
                      <w:proofErr w:type="spellEnd"/>
                      <w:r w:rsidR="00712F95" w:rsidRPr="006B2A31">
                        <w:rPr>
                          <w:lang w:val="nl-NL"/>
                        </w:rPr>
                        <w:t xml:space="preserve">: ERCO GmbH, </w:t>
                      </w:r>
                      <w:r>
                        <w:rPr>
                          <w:lang w:val="nl-NL"/>
                        </w:rPr>
                        <w:t>www.erco.com, f</w:t>
                      </w:r>
                      <w:r w:rsidRPr="006B2A31">
                        <w:rPr>
                          <w:lang w:val="nl-NL"/>
                        </w:rPr>
                        <w:t xml:space="preserve">oto: Rudi </w:t>
                      </w:r>
                      <w:proofErr w:type="spellStart"/>
                      <w:r w:rsidRPr="006B2A31">
                        <w:rPr>
                          <w:lang w:val="nl-NL"/>
                        </w:rPr>
                        <w:t>Meisel</w:t>
                      </w:r>
                      <w:proofErr w:type="spellEnd"/>
                    </w:p>
                    <w:p w14:paraId="3B4C2D75" w14:textId="77777777" w:rsidR="00712F95" w:rsidRPr="00FD590C" w:rsidRDefault="00712F95" w:rsidP="00712F95">
                      <w:pPr>
                        <w:pStyle w:val="prtext"/>
                        <w:rPr>
                          <w:rFonts w:ascii="Arial" w:hAnsi="Arial" w:cs="Arial"/>
                          <w:sz w:val="22"/>
                          <w:szCs w:val="22"/>
                          <w:lang w:val="it-IT"/>
                        </w:rPr>
                      </w:pPr>
                    </w:p>
                    <w:p w14:paraId="5BC7BAA8" w14:textId="4CDAB0C2" w:rsidR="00D27C4C" w:rsidRPr="000E7783" w:rsidRDefault="00D27C4C" w:rsidP="00D27C4C">
                      <w:pPr>
                        <w:pStyle w:val="ERCOInfos"/>
                      </w:pPr>
                    </w:p>
                    <w:bookmarkEnd w:id="1"/>
                  </w:txbxContent>
                </v:textbox>
              </v:shape>
            </w:pict>
          </mc:Fallback>
        </mc:AlternateContent>
      </w:r>
      <w:r w:rsidR="005D2B09" w:rsidRPr="000F7EE4">
        <w:rPr>
          <w:lang w:val="sv-SE"/>
        </w:rPr>
        <w:t>Bilder</w:t>
      </w:r>
    </w:p>
    <w:p w14:paraId="46DE145C" w14:textId="624CAC90" w:rsidR="00D27C4C" w:rsidRPr="00221D3E" w:rsidRDefault="006D1348" w:rsidP="00D27C4C">
      <w:pPr>
        <w:pStyle w:val="ERCOInfos"/>
        <w:tabs>
          <w:tab w:val="right" w:pos="6918"/>
        </w:tabs>
      </w:pPr>
      <w:r>
        <w:rPr>
          <w:noProof/>
        </w:rPr>
        <w:drawing>
          <wp:anchor distT="0" distB="0" distL="114300" distR="114300" simplePos="0" relativeHeight="251660288" behindDoc="0" locked="0" layoutInCell="1" allowOverlap="1" wp14:anchorId="46503758" wp14:editId="507A109E">
            <wp:simplePos x="0" y="0"/>
            <wp:positionH relativeFrom="column">
              <wp:posOffset>52070</wp:posOffset>
            </wp:positionH>
            <wp:positionV relativeFrom="paragraph">
              <wp:posOffset>21590</wp:posOffset>
            </wp:positionV>
            <wp:extent cx="1727835" cy="1727835"/>
            <wp:effectExtent l="0" t="0" r="0" b="0"/>
            <wp:wrapNone/>
            <wp:docPr id="10" name="Bild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1727835" cy="1727835"/>
                    </a:xfrm>
                    <a:prstGeom prst="rect">
                      <a:avLst/>
                    </a:prstGeom>
                    <a:ln w="3175" cmpd="sng">
                      <a:noFill/>
                    </a:ln>
                  </pic:spPr>
                </pic:pic>
              </a:graphicData>
            </a:graphic>
            <wp14:sizeRelH relativeFrom="page">
              <wp14:pctWidth>0</wp14:pctWidth>
            </wp14:sizeRelH>
            <wp14:sizeRelV relativeFrom="page">
              <wp14:pctHeight>0</wp14:pctHeight>
            </wp14:sizeRelV>
          </wp:anchor>
        </w:drawing>
      </w:r>
      <w:r w:rsidR="00D27C4C">
        <w:tab/>
      </w:r>
    </w:p>
    <w:p w14:paraId="473F0F95" w14:textId="7FA3801D" w:rsidR="008704E3" w:rsidRPr="000F7EE4" w:rsidRDefault="008704E3" w:rsidP="000F7EE4">
      <w:pPr>
        <w:pStyle w:val="ERCOText"/>
        <w:rPr>
          <w:lang w:val="sv-SE"/>
        </w:rPr>
      </w:pPr>
    </w:p>
    <w:p w14:paraId="6F3FA986" w14:textId="77777777" w:rsidR="005D2B09" w:rsidRDefault="005D2B09" w:rsidP="000F7EE4">
      <w:pPr>
        <w:pStyle w:val="ERCOText"/>
        <w:rPr>
          <w:lang w:val="sv-SE"/>
        </w:rPr>
      </w:pPr>
    </w:p>
    <w:p w14:paraId="56034479" w14:textId="3BB82269" w:rsidR="006D1348" w:rsidRDefault="006D1348" w:rsidP="000F7EE4">
      <w:pPr>
        <w:pStyle w:val="ERCOText"/>
        <w:rPr>
          <w:lang w:val="sv-SE"/>
        </w:rPr>
      </w:pPr>
    </w:p>
    <w:p w14:paraId="5666A72E" w14:textId="77777777" w:rsidR="006D1348" w:rsidRDefault="006D1348" w:rsidP="000F7EE4">
      <w:pPr>
        <w:pStyle w:val="ERCOText"/>
        <w:rPr>
          <w:lang w:val="sv-SE"/>
        </w:rPr>
      </w:pPr>
    </w:p>
    <w:p w14:paraId="6A09A24F" w14:textId="77777777" w:rsidR="006D1348" w:rsidRDefault="006D1348" w:rsidP="000F7EE4">
      <w:pPr>
        <w:pStyle w:val="ERCOText"/>
        <w:rPr>
          <w:lang w:val="sv-SE"/>
        </w:rPr>
      </w:pPr>
    </w:p>
    <w:p w14:paraId="0EA4A6DD" w14:textId="61334160" w:rsidR="006D1348" w:rsidRDefault="006D1348" w:rsidP="000F7EE4">
      <w:pPr>
        <w:pStyle w:val="ERCOText"/>
        <w:rPr>
          <w:lang w:val="sv-SE"/>
        </w:rPr>
      </w:pPr>
      <w:r>
        <w:rPr>
          <w:noProof/>
        </w:rPr>
        <mc:AlternateContent>
          <mc:Choice Requires="wps">
            <w:drawing>
              <wp:anchor distT="0" distB="0" distL="114300" distR="114300" simplePos="0" relativeHeight="251658240" behindDoc="0" locked="0" layoutInCell="1" allowOverlap="1" wp14:anchorId="136288E9" wp14:editId="32545D71">
                <wp:simplePos x="0" y="0"/>
                <wp:positionH relativeFrom="column">
                  <wp:posOffset>1880870</wp:posOffset>
                </wp:positionH>
                <wp:positionV relativeFrom="paragraph">
                  <wp:posOffset>156845</wp:posOffset>
                </wp:positionV>
                <wp:extent cx="2514600" cy="1828800"/>
                <wp:effectExtent l="0" t="0" r="0" b="0"/>
                <wp:wrapThrough wrapText="bothSides">
                  <wp:wrapPolygon edited="0">
                    <wp:start x="218" y="300"/>
                    <wp:lineTo x="218" y="21000"/>
                    <wp:lineTo x="21164" y="21000"/>
                    <wp:lineTo x="21164" y="300"/>
                    <wp:lineTo x="218" y="300"/>
                  </wp:wrapPolygon>
                </wp:wrapThrough>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C5739" w14:textId="5B018BDB" w:rsidR="00712F95" w:rsidRPr="006B2A31" w:rsidRDefault="00712F95" w:rsidP="003B06BD">
                            <w:pPr>
                              <w:pStyle w:val="ERCOInfos"/>
                              <w:rPr>
                                <w:lang w:val="sv-SE" w:eastAsia="ja-JP"/>
                              </w:rPr>
                            </w:pPr>
                            <w:proofErr w:type="spellStart"/>
                            <w:r w:rsidRPr="000029B6">
                              <w:rPr>
                                <w:lang w:val="sv-SE" w:eastAsia="ja-JP"/>
                              </w:rPr>
                              <w:t>Appen</w:t>
                            </w:r>
                            <w:proofErr w:type="spellEnd"/>
                            <w:r w:rsidRPr="000029B6">
                              <w:rPr>
                                <w:lang w:val="sv-SE" w:eastAsia="ja-JP"/>
                              </w:rPr>
                              <w:t xml:space="preserve"> </w:t>
                            </w:r>
                            <w:proofErr w:type="spellStart"/>
                            <w:r w:rsidRPr="000029B6">
                              <w:rPr>
                                <w:lang w:val="sv-SE" w:eastAsia="ja-JP"/>
                              </w:rPr>
                              <w:t>Light</w:t>
                            </w:r>
                            <w:proofErr w:type="spellEnd"/>
                            <w:r w:rsidRPr="000029B6">
                              <w:rPr>
                                <w:lang w:val="sv-SE" w:eastAsia="ja-JP"/>
                              </w:rPr>
                              <w:t xml:space="preserve"> </w:t>
                            </w:r>
                            <w:proofErr w:type="spellStart"/>
                            <w:r w:rsidRPr="000029B6">
                              <w:rPr>
                                <w:lang w:val="sv-SE" w:eastAsia="ja-JP"/>
                              </w:rPr>
                              <w:t>Finder</w:t>
                            </w:r>
                            <w:proofErr w:type="spellEnd"/>
                            <w:r w:rsidRPr="000029B6">
                              <w:rPr>
                                <w:lang w:val="sv-SE" w:eastAsia="ja-JP"/>
                              </w:rPr>
                              <w:t xml:space="preserve"> från ERCO erbjuder både snabb produktsökning hos ERCO, inspiration genom foton från genomförda projekt och kunskap om ljus från </w:t>
                            </w:r>
                            <w:proofErr w:type="spellStart"/>
                            <w:r w:rsidRPr="000029B6">
                              <w:rPr>
                                <w:lang w:val="sv-SE" w:eastAsia="ja-JP"/>
                              </w:rPr>
                              <w:t>ERCOs</w:t>
                            </w:r>
                            <w:proofErr w:type="spellEnd"/>
                            <w:r w:rsidRPr="000029B6">
                              <w:rPr>
                                <w:lang w:val="sv-SE" w:eastAsia="ja-JP"/>
                              </w:rPr>
                              <w:t xml:space="preserve"> Ljusrådgivare. Alla resultat ges utifrån de krav som användaren steg för steg anger för den önskade ljuslösningen. </w:t>
                            </w:r>
                            <w:r w:rsidR="007916B1">
                              <w:rPr>
                                <w:lang w:val="sv-SE" w:eastAsia="ja-JP"/>
                              </w:rPr>
                              <w:br/>
                            </w:r>
                          </w:p>
                          <w:p w14:paraId="4A8AF3C8" w14:textId="126574A3" w:rsidR="00712F95" w:rsidRPr="00FD590C" w:rsidRDefault="007916B1" w:rsidP="003B06BD">
                            <w:pPr>
                              <w:pStyle w:val="ERCOInfos"/>
                              <w:rPr>
                                <w:sz w:val="21"/>
                                <w:szCs w:val="21"/>
                                <w:lang w:val="da-DK" w:eastAsia="ja-JP"/>
                              </w:rPr>
                            </w:pPr>
                            <w:proofErr w:type="spellStart"/>
                            <w:r>
                              <w:rPr>
                                <w:lang w:val="en-US"/>
                              </w:rPr>
                              <w:t>Bild</w:t>
                            </w:r>
                            <w:proofErr w:type="spellEnd"/>
                            <w:r w:rsidR="00712F95" w:rsidRPr="006B2A31">
                              <w:rPr>
                                <w:lang w:val="en-US"/>
                              </w:rPr>
                              <w:t>: ERCO GmbH, www.erco.com</w:t>
                            </w:r>
                          </w:p>
                          <w:p w14:paraId="4FB723D6" w14:textId="77777777" w:rsidR="00712F95" w:rsidRDefault="00712F95" w:rsidP="00712F95">
                            <w:pPr>
                              <w:pStyle w:val="prtext"/>
                              <w:rPr>
                                <w:rFonts w:ascii="Arial" w:hAnsi="Arial" w:cs="Arial"/>
                                <w:sz w:val="22"/>
                                <w:szCs w:val="22"/>
                                <w:lang w:val="da-DK"/>
                              </w:rPr>
                            </w:pPr>
                          </w:p>
                          <w:p w14:paraId="32F72712" w14:textId="77777777" w:rsidR="00D27C4C" w:rsidRPr="00283D76" w:rsidRDefault="00D27C4C" w:rsidP="00D27C4C">
                            <w:pPr>
                              <w:pStyle w:val="ERCOInfos"/>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148.1pt;margin-top:12.35pt;width:198pt;height:2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" filled="f" stroked="f">
                <v:textbox inset=",7.2pt,,7.2pt">
                  <w:txbxContent>
                    <w:p w14:paraId="2D5C5739" w14:textId="5B018BDB" w:rsidR="00712F95" w:rsidRPr="006B2A31" w:rsidRDefault="00712F95" w:rsidP="003B06BD">
                      <w:pPr>
                        <w:pStyle w:val="ERCOInfos"/>
                        <w:rPr>
                          <w:lang w:val="sv-SE" w:eastAsia="ja-JP"/>
                        </w:rPr>
                      </w:pPr>
                      <w:proofErr w:type="spellStart"/>
                      <w:r w:rsidRPr="000029B6">
                        <w:rPr>
                          <w:lang w:val="sv-SE" w:eastAsia="ja-JP"/>
                        </w:rPr>
                        <w:t>Appen</w:t>
                      </w:r>
                      <w:proofErr w:type="spellEnd"/>
                      <w:r w:rsidRPr="000029B6">
                        <w:rPr>
                          <w:lang w:val="sv-SE" w:eastAsia="ja-JP"/>
                        </w:rPr>
                        <w:t xml:space="preserve"> </w:t>
                      </w:r>
                      <w:proofErr w:type="spellStart"/>
                      <w:r w:rsidRPr="000029B6">
                        <w:rPr>
                          <w:lang w:val="sv-SE" w:eastAsia="ja-JP"/>
                        </w:rPr>
                        <w:t>Light</w:t>
                      </w:r>
                      <w:proofErr w:type="spellEnd"/>
                      <w:r w:rsidRPr="000029B6">
                        <w:rPr>
                          <w:lang w:val="sv-SE" w:eastAsia="ja-JP"/>
                        </w:rPr>
                        <w:t xml:space="preserve"> </w:t>
                      </w:r>
                      <w:proofErr w:type="spellStart"/>
                      <w:r w:rsidRPr="000029B6">
                        <w:rPr>
                          <w:lang w:val="sv-SE" w:eastAsia="ja-JP"/>
                        </w:rPr>
                        <w:t>Finder</w:t>
                      </w:r>
                      <w:proofErr w:type="spellEnd"/>
                      <w:r w:rsidRPr="000029B6">
                        <w:rPr>
                          <w:lang w:val="sv-SE" w:eastAsia="ja-JP"/>
                        </w:rPr>
                        <w:t xml:space="preserve"> från ERCO erbjuder både snabb produktsökning hos ERCO, inspiration genom foton från genomförda projekt och kunskap om ljus från </w:t>
                      </w:r>
                      <w:proofErr w:type="spellStart"/>
                      <w:r w:rsidRPr="000029B6">
                        <w:rPr>
                          <w:lang w:val="sv-SE" w:eastAsia="ja-JP"/>
                        </w:rPr>
                        <w:t>ERCOs</w:t>
                      </w:r>
                      <w:proofErr w:type="spellEnd"/>
                      <w:r w:rsidRPr="000029B6">
                        <w:rPr>
                          <w:lang w:val="sv-SE" w:eastAsia="ja-JP"/>
                        </w:rPr>
                        <w:t xml:space="preserve"> Ljusrådgivare. Alla resultat ges utifrån de krav som användaren steg för steg anger för den önskade ljuslösningen. </w:t>
                      </w:r>
                      <w:r w:rsidR="007916B1">
                        <w:rPr>
                          <w:lang w:val="sv-SE" w:eastAsia="ja-JP"/>
                        </w:rPr>
                        <w:br/>
                      </w:r>
                    </w:p>
                    <w:p w14:paraId="4A8AF3C8" w14:textId="126574A3" w:rsidR="00712F95" w:rsidRPr="00FD590C" w:rsidRDefault="007916B1" w:rsidP="003B06BD">
                      <w:pPr>
                        <w:pStyle w:val="ERCOInfos"/>
                        <w:rPr>
                          <w:sz w:val="21"/>
                          <w:szCs w:val="21"/>
                          <w:lang w:val="da-DK" w:eastAsia="ja-JP"/>
                        </w:rPr>
                      </w:pPr>
                      <w:proofErr w:type="spellStart"/>
                      <w:r>
                        <w:rPr>
                          <w:lang w:val="en-US"/>
                        </w:rPr>
                        <w:t>Bild</w:t>
                      </w:r>
                      <w:proofErr w:type="spellEnd"/>
                      <w:r w:rsidR="00712F95" w:rsidRPr="006B2A31">
                        <w:rPr>
                          <w:lang w:val="en-US"/>
                        </w:rPr>
                        <w:t>: ERCO GmbH, www.erco.com</w:t>
                      </w:r>
                    </w:p>
                    <w:p w14:paraId="4FB723D6" w14:textId="77777777" w:rsidR="00712F95" w:rsidRDefault="00712F95" w:rsidP="00712F95">
                      <w:pPr>
                        <w:pStyle w:val="prtext"/>
                        <w:rPr>
                          <w:rFonts w:ascii="Arial" w:hAnsi="Arial" w:cs="Arial"/>
                          <w:sz w:val="22"/>
                          <w:szCs w:val="22"/>
                          <w:lang w:val="da-DK"/>
                        </w:rPr>
                      </w:pPr>
                    </w:p>
                    <w:p w14:paraId="32F72712" w14:textId="77777777" w:rsidR="00D27C4C" w:rsidRPr="00283D76" w:rsidRDefault="00D27C4C" w:rsidP="00D27C4C">
                      <w:pPr>
                        <w:pStyle w:val="ERCOInfos"/>
                      </w:pPr>
                    </w:p>
                  </w:txbxContent>
                </v:textbox>
                <w10:wrap type="through"/>
              </v:shape>
            </w:pict>
          </mc:Fallback>
        </mc:AlternateContent>
      </w:r>
    </w:p>
    <w:p w14:paraId="5DA230EB" w14:textId="20A7D215" w:rsidR="006D1348" w:rsidRDefault="006D1348" w:rsidP="000F7EE4">
      <w:pPr>
        <w:pStyle w:val="ERCOText"/>
        <w:rPr>
          <w:lang w:val="sv-SE"/>
        </w:rPr>
      </w:pPr>
      <w:r>
        <w:rPr>
          <w:noProof/>
        </w:rPr>
        <w:drawing>
          <wp:anchor distT="0" distB="0" distL="114300" distR="114300" simplePos="0" relativeHeight="251661312" behindDoc="0" locked="0" layoutInCell="1" allowOverlap="1" wp14:anchorId="120982B3" wp14:editId="4EB2C5AD">
            <wp:simplePos x="0" y="0"/>
            <wp:positionH relativeFrom="column">
              <wp:posOffset>52070</wp:posOffset>
            </wp:positionH>
            <wp:positionV relativeFrom="paragraph">
              <wp:posOffset>29845</wp:posOffset>
            </wp:positionV>
            <wp:extent cx="1727835" cy="1295400"/>
            <wp:effectExtent l="0" t="0" r="0" b="0"/>
            <wp:wrapNone/>
            <wp:docPr id="11" name="Bild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1727835" cy="1295400"/>
                    </a:xfrm>
                    <a:prstGeom prst="rect">
                      <a:avLst/>
                    </a:prstGeom>
                    <a:ln w="3175" cmpd="sng">
                      <a:noFill/>
                    </a:ln>
                  </pic:spPr>
                </pic:pic>
              </a:graphicData>
            </a:graphic>
            <wp14:sizeRelH relativeFrom="page">
              <wp14:pctWidth>0</wp14:pctWidth>
            </wp14:sizeRelH>
            <wp14:sizeRelV relativeFrom="page">
              <wp14:pctHeight>0</wp14:pctHeight>
            </wp14:sizeRelV>
          </wp:anchor>
        </w:drawing>
      </w:r>
    </w:p>
    <w:p w14:paraId="323B8FE6" w14:textId="23B6A700" w:rsidR="006D1348" w:rsidRDefault="006D1348">
      <w:pPr>
        <w:rPr>
          <w:rFonts w:ascii="Arial" w:hAnsi="Arial" w:cs="Arial"/>
          <w:sz w:val="22"/>
          <w:szCs w:val="22"/>
          <w:lang w:val="sv-SE"/>
        </w:rPr>
      </w:pPr>
      <w:r>
        <w:rPr>
          <w:lang w:val="sv-SE"/>
        </w:rPr>
        <w:br w:type="page"/>
      </w:r>
    </w:p>
    <w:p w14:paraId="60429FC9" w14:textId="77777777" w:rsidR="00A92AF5" w:rsidRPr="000F7EE4" w:rsidRDefault="00A92AF5" w:rsidP="000F7EE4">
      <w:pPr>
        <w:pStyle w:val="ERCOberschrift"/>
        <w:rPr>
          <w:lang w:val="sv-SE"/>
        </w:rPr>
      </w:pPr>
      <w:r w:rsidRPr="000F7EE4">
        <w:rPr>
          <w:lang w:val="sv-SE"/>
        </w:rPr>
        <w:lastRenderedPageBreak/>
        <w:t>Om ERCO</w:t>
      </w:r>
    </w:p>
    <w:p w14:paraId="2D3D750F" w14:textId="4DB0F714" w:rsidR="005B54B9" w:rsidRDefault="00A13217" w:rsidP="000F7EE4">
      <w:pPr>
        <w:pStyle w:val="ERCOText"/>
        <w:rPr>
          <w:lang w:val="sv-SE"/>
        </w:rPr>
      </w:pPr>
      <w:r w:rsidRPr="000F7EE4">
        <w:rPr>
          <w:lang w:val="sv-SE"/>
        </w:rPr>
        <w:t>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Under ledmotivet ”</w:t>
      </w:r>
      <w:proofErr w:type="spellStart"/>
      <w:r w:rsidRPr="000F7EE4">
        <w:rPr>
          <w:lang w:val="sv-SE"/>
        </w:rPr>
        <w:t>light</w:t>
      </w:r>
      <w:proofErr w:type="spellEnd"/>
      <w:r w:rsidRPr="000F7EE4">
        <w:rPr>
          <w:lang w:val="sv-SE"/>
        </w:rPr>
        <w:t xml:space="preserve"> digital” utvecklar, gestaltar och tillverkar ERCO i Lüdenscheid digitala armaturer med tyngdpunkt på </w:t>
      </w:r>
      <w:proofErr w:type="spellStart"/>
      <w:r w:rsidRPr="000F7EE4">
        <w:rPr>
          <w:lang w:val="sv-SE"/>
        </w:rPr>
        <w:t>ljusteknisk</w:t>
      </w:r>
      <w:proofErr w:type="spellEnd"/>
      <w:r w:rsidRPr="000F7EE4">
        <w:rPr>
          <w:lang w:val="sv-SE"/>
        </w:rPr>
        <w:t xml:space="preserve"> optik, elektronik och design. Ljusverktygen skapas i nära kontakt med arkitekter, ljusplanerare och </w:t>
      </w:r>
      <w:proofErr w:type="spellStart"/>
      <w:r w:rsidRPr="000F7EE4">
        <w:rPr>
          <w:lang w:val="sv-SE"/>
        </w:rPr>
        <w:t>elplanerare</w:t>
      </w:r>
      <w:proofErr w:type="spellEnd"/>
      <w:r w:rsidRPr="000F7EE4">
        <w:rPr>
          <w:lang w:val="sv-SE"/>
        </w:rPr>
        <w:t xml:space="preserve"> och används framför allt inom följande områden: </w:t>
      </w:r>
      <w:proofErr w:type="spellStart"/>
      <w:r w:rsidRPr="000F7EE4">
        <w:rPr>
          <w:lang w:val="sv-SE"/>
        </w:rPr>
        <w:t>Work</w:t>
      </w:r>
      <w:proofErr w:type="spellEnd"/>
      <w:r w:rsidRPr="000F7EE4">
        <w:rPr>
          <w:lang w:val="sv-SE"/>
        </w:rPr>
        <w:t xml:space="preserve"> och Shop, Culture och Community, Hospitality, </w:t>
      </w:r>
      <w:proofErr w:type="spellStart"/>
      <w:r w:rsidRPr="000F7EE4">
        <w:rPr>
          <w:lang w:val="sv-SE"/>
        </w:rPr>
        <w:t>Living</w:t>
      </w:r>
      <w:proofErr w:type="spellEnd"/>
      <w:r w:rsidRPr="000F7EE4">
        <w:rPr>
          <w:lang w:val="sv-SE"/>
        </w:rPr>
        <w:t>, Public och Contemplation. ERCO ser digitalt ljus som arkitekturens fjärde dimension – med hjälp av mycket exakta och effektiva ljuslösningar hjälper vi planerare att överföra sina idéer till verkliga projekt.</w:t>
      </w:r>
    </w:p>
    <w:p w14:paraId="5B790B3D" w14:textId="77777777" w:rsidR="005B54B9" w:rsidRDefault="005B54B9" w:rsidP="000F7EE4">
      <w:pPr>
        <w:pStyle w:val="ERCOText"/>
        <w:rPr>
          <w:lang w:val="sv-SE"/>
        </w:rPr>
      </w:pPr>
    </w:p>
    <w:p w14:paraId="54DC13AD" w14:textId="2F7C2F10" w:rsidR="005A4DBE" w:rsidRPr="000F7EE4" w:rsidRDefault="00A13217" w:rsidP="000F7EE4">
      <w:pPr>
        <w:pStyle w:val="ERCOText"/>
        <w:rPr>
          <w:lang w:val="sv-SE"/>
        </w:rPr>
      </w:pPr>
      <w:r w:rsidRPr="000F7EE4">
        <w:rPr>
          <w:lang w:val="sv-SE"/>
        </w:rPr>
        <w:t>Om du vill ha bildmaterial eller mer information om ERCO, är du välkommen till www.erco.com/</w:t>
      </w:r>
      <w:proofErr w:type="spellStart"/>
      <w:r w:rsidRPr="000F7EE4">
        <w:rPr>
          <w:lang w:val="sv-SE"/>
        </w:rPr>
        <w:t>presse</w:t>
      </w:r>
      <w:proofErr w:type="spellEnd"/>
      <w:r w:rsidRPr="000F7EE4">
        <w:rPr>
          <w:lang w:val="sv-SE"/>
        </w:rPr>
        <w:t>. Vi levererar gärna även material om projekt över hela världen för din rapportering.</w:t>
      </w:r>
    </w:p>
    <w:sectPr w:rsidR="005A4DBE" w:rsidRPr="000F7EE4">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FDD2DD7" w:rsidR="00DA62FA" w:rsidRPr="00F26635" w:rsidRDefault="00D37A21"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proofErr w:type="spellStart"/>
    <w:r>
      <w:rPr>
        <w:rFonts w:ascii="Arial" w:hAnsi="Arial" w:cs="Arial"/>
        <w:b/>
        <w:sz w:val="44"/>
        <w:szCs w:val="44"/>
        <w:lang w:val="en-US"/>
      </w:rPr>
      <w:t>Pressmeddelande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5543CE" w:rsidRDefault="00DA62FA" w:rsidP="00C0765F">
    <w:pPr>
      <w:pStyle w:val="ERCOAdresse"/>
      <w:framePr w:wrap="around"/>
    </w:pPr>
    <w:r w:rsidRPr="005543CE">
      <w:t>ERCO GmbH</w:t>
    </w:r>
  </w:p>
  <w:p w14:paraId="7DB04D30" w14:textId="77777777" w:rsidR="00DA62FA" w:rsidRPr="005543CE" w:rsidRDefault="00DA62FA" w:rsidP="00C0765F">
    <w:pPr>
      <w:pStyle w:val="ERCOAdresse"/>
      <w:framePr w:wrap="around"/>
    </w:pPr>
    <w:r w:rsidRPr="005543CE">
      <w:t>Nina Reetzke</w:t>
    </w:r>
  </w:p>
  <w:p w14:paraId="6F8E32CF" w14:textId="135D787D" w:rsidR="00DA62FA" w:rsidRPr="00DA390B" w:rsidRDefault="00A92AF5" w:rsidP="00C0765F">
    <w:pPr>
      <w:pStyle w:val="ERCOAdresse"/>
      <w:framePr w:wrap="around"/>
    </w:pPr>
    <w:proofErr w:type="spellStart"/>
    <w:r>
      <w:t>Pressansvarig</w:t>
    </w:r>
    <w:proofErr w:type="spellEnd"/>
  </w:p>
  <w:p w14:paraId="3D40103B" w14:textId="77777777" w:rsidR="00DA62FA" w:rsidRDefault="00DA62FA" w:rsidP="00C0765F">
    <w:pPr>
      <w:pStyle w:val="ERCOAdresse"/>
      <w:framePr w:wrap="around"/>
    </w:pPr>
    <w:proofErr w:type="spellStart"/>
    <w:r>
      <w:t>Postfach</w:t>
    </w:r>
    <w:proofErr w:type="spellEnd"/>
    <w:r>
      <w:t xml:space="preserve"> 2460</w:t>
    </w:r>
  </w:p>
  <w:p w14:paraId="5DBB89F6" w14:textId="581E300E" w:rsidR="00DA62FA" w:rsidRDefault="00DA62FA" w:rsidP="00C0765F">
    <w:pPr>
      <w:pStyle w:val="ERCOAdresse"/>
      <w:framePr w:wrap="around"/>
    </w:pPr>
    <w:r>
      <w:t>58505 Lüdenscheid</w:t>
    </w:r>
  </w:p>
  <w:p w14:paraId="19266FF7" w14:textId="43EABB46" w:rsidR="00000A7A" w:rsidRDefault="00000A7A" w:rsidP="00C0765F">
    <w:pPr>
      <w:pStyle w:val="ERCOAdresse"/>
      <w:framePr w:wrap="around"/>
    </w:pPr>
    <w:proofErr w:type="spellStart"/>
    <w:r w:rsidRPr="00000A7A">
      <w:t>Tyskland</w:t>
    </w:r>
    <w:proofErr w:type="spellEnd"/>
  </w:p>
  <w:p w14:paraId="7EA89D19" w14:textId="77777777" w:rsidR="00DA62FA" w:rsidRDefault="00DA62FA" w:rsidP="00C0765F">
    <w:pPr>
      <w:pStyle w:val="ERCOAdresse"/>
      <w:framePr w:wrap="around"/>
    </w:pPr>
  </w:p>
  <w:p w14:paraId="259FB627" w14:textId="77777777" w:rsidR="00DA62FA" w:rsidRDefault="00DA62FA" w:rsidP="00C0765F">
    <w:pPr>
      <w:pStyle w:val="ERCOAdresse"/>
      <w:framePr w:wrap="around"/>
    </w:pPr>
    <w:r>
      <w:t>Brockhauser Weg 80-82</w:t>
    </w:r>
  </w:p>
  <w:p w14:paraId="7B1BC98F" w14:textId="77777777" w:rsidR="00DA62FA" w:rsidRDefault="00DA62FA" w:rsidP="00C0765F">
    <w:pPr>
      <w:pStyle w:val="ERCOAdresse"/>
      <w:framePr w:wrap="around"/>
    </w:pPr>
    <w:r>
      <w:t>58507 Lüdenscheid</w:t>
    </w:r>
  </w:p>
  <w:p w14:paraId="74107984" w14:textId="77777777" w:rsidR="00DA62FA" w:rsidRPr="00DA390B" w:rsidRDefault="00DA62FA" w:rsidP="00C0765F">
    <w:pPr>
      <w:pStyle w:val="ERCOAdresse"/>
      <w:framePr w:wrap="around"/>
    </w:pPr>
  </w:p>
  <w:p w14:paraId="3712C5D9" w14:textId="2087BB46" w:rsidR="00DA62FA" w:rsidRPr="007478D4" w:rsidRDefault="00000A7A" w:rsidP="00C0765F">
    <w:pPr>
      <w:pStyle w:val="ERCOAdresse"/>
      <w:framePr w:wrap="around"/>
    </w:pPr>
    <w:r>
      <w:t>Tel.:</w:t>
    </w:r>
    <w:r>
      <w:tab/>
    </w:r>
    <w:r w:rsidR="00DA62FA">
      <w:t>+49 (0) 2351 551 690</w:t>
    </w:r>
  </w:p>
  <w:p w14:paraId="663CEA46" w14:textId="77777777" w:rsidR="00DA62FA" w:rsidRPr="007478D4" w:rsidRDefault="00DA62FA" w:rsidP="00C0765F">
    <w:pPr>
      <w:pStyle w:val="ERCOAdresse"/>
      <w:framePr w:wrap="around"/>
    </w:pPr>
    <w:r w:rsidRPr="007478D4">
      <w:t>Fax:</w:t>
    </w:r>
    <w:r w:rsidRPr="007478D4">
      <w:tab/>
      <w:t>+49 (0) 2351 551 340</w:t>
    </w:r>
  </w:p>
  <w:p w14:paraId="49F47478" w14:textId="77777777" w:rsidR="00DA62FA" w:rsidRPr="00822922" w:rsidRDefault="00DA62FA" w:rsidP="00C0765F">
    <w:pPr>
      <w:pStyle w:val="ERCOAdresse"/>
      <w:framePr w:wrap="around"/>
    </w:pPr>
    <w:proofErr w:type="gramStart"/>
    <w:r>
      <w:t>n</w:t>
    </w:r>
    <w:proofErr w:type="gramEnd"/>
    <w:r>
      <w:t>.reetzke</w:t>
    </w:r>
    <w:r w:rsidRPr="00822922">
      <w:t>@erco.com</w:t>
    </w:r>
  </w:p>
  <w:p w14:paraId="4224EECB" w14:textId="77777777" w:rsidR="00DA62FA" w:rsidRPr="00822922" w:rsidRDefault="00427D98" w:rsidP="00C0765F">
    <w:pPr>
      <w:pStyle w:val="ERCOAdresse"/>
      <w:framePr w:wrap="around"/>
    </w:pPr>
    <w:hyperlink r:id="rId1" w:history="1">
      <w:r w:rsidR="00DA62FA" w:rsidRPr="00822922">
        <w:t>www.erco.com</w:t>
      </w:r>
    </w:hyperlink>
  </w:p>
  <w:p w14:paraId="1DE9BB5D" w14:textId="77777777" w:rsidR="00DA62FA" w:rsidRPr="00887AA0" w:rsidRDefault="00DA62FA" w:rsidP="00C0765F">
    <w:pPr>
      <w:pStyle w:val="ERCOAdresse"/>
      <w:framePr w:wrap="around"/>
      <w:rPr>
        <w:sz w:val="20"/>
      </w:rPr>
    </w:pPr>
  </w:p>
  <w:p w14:paraId="2AC59B8E" w14:textId="77777777" w:rsidR="00DA62FA" w:rsidRPr="00887AA0" w:rsidRDefault="00DA62FA" w:rsidP="00C0765F">
    <w:pPr>
      <w:pStyle w:val="ERCOAdresse"/>
      <w:framePr w:wrap="around"/>
      <w:rPr>
        <w:sz w:val="20"/>
      </w:rPr>
    </w:pPr>
  </w:p>
  <w:p w14:paraId="0EF9E9AE" w14:textId="2C01C496" w:rsidR="00000A7A" w:rsidRDefault="00DA62FA" w:rsidP="00C0765F">
    <w:pPr>
      <w:pStyle w:val="ERCOAdresse"/>
      <w:framePr w:wrap="around"/>
    </w:pPr>
    <w:proofErr w:type="gramStart"/>
    <w:r w:rsidRPr="0086271D">
      <w:rPr>
        <w:lang w:val="fr-FR"/>
      </w:rPr>
      <w:t>mai</w:t>
    </w:r>
    <w:proofErr w:type="gramEnd"/>
    <w:r w:rsidRPr="0086271D">
      <w:rPr>
        <w:lang w:val="fr-FR"/>
      </w:rPr>
      <w:t xml:space="preserve"> public relations GmbH</w:t>
    </w:r>
    <w:r>
      <w:rPr>
        <w:lang w:val="fr-FR"/>
      </w:rPr>
      <w:t xml:space="preserve"> </w:t>
    </w:r>
    <w:r>
      <w:rPr>
        <w:lang w:val="fr-FR"/>
      </w:rPr>
      <w:br/>
    </w:r>
    <w:r w:rsidRPr="00887AA0">
      <w:rPr>
        <w:bCs/>
      </w:rPr>
      <w:t>Arno Heitland</w:t>
    </w:r>
    <w:r w:rsidRPr="00887AA0">
      <w:rPr>
        <w:bCs/>
      </w:rPr>
      <w:br/>
    </w:r>
    <w:proofErr w:type="spellStart"/>
    <w:r w:rsidRPr="0086271D">
      <w:t>Leuschnerdamm</w:t>
    </w:r>
    <w:proofErr w:type="spellEnd"/>
    <w:r w:rsidRPr="0086271D">
      <w:t xml:space="preserve"> 13</w:t>
    </w:r>
    <w:r w:rsidR="00000A7A">
      <w:br/>
    </w:r>
    <w:r w:rsidRPr="0086271D">
      <w:t>10999 Berlin</w:t>
    </w:r>
  </w:p>
  <w:p w14:paraId="79ED55F9" w14:textId="0A181C2B" w:rsidR="00DA62FA" w:rsidRDefault="00000A7A" w:rsidP="00C0765F">
    <w:pPr>
      <w:pStyle w:val="ERCOAdresse"/>
      <w:framePr w:wrap="around"/>
    </w:pPr>
    <w:proofErr w:type="spellStart"/>
    <w:r w:rsidRPr="00000A7A">
      <w:t>Tyskland</w:t>
    </w:r>
    <w:proofErr w:type="spellEnd"/>
    <w:r w:rsidR="00DA62FA">
      <w:br/>
    </w:r>
    <w:r w:rsidR="00DA62FA" w:rsidRPr="00887AA0">
      <w:rPr>
        <w:bCs/>
      </w:rPr>
      <w:t>T</w:t>
    </w:r>
    <w:r w:rsidR="00DA62FA">
      <w:t>el.</w:t>
    </w:r>
    <w:r>
      <w:t xml:space="preserve">: +49 (0) 30 66 40 </w:t>
    </w:r>
    <w:proofErr w:type="spellStart"/>
    <w:r>
      <w:t>40</w:t>
    </w:r>
    <w:proofErr w:type="spellEnd"/>
    <w:r>
      <w:t xml:space="preserve"> </w:t>
    </w:r>
    <w:r w:rsidR="00DA62FA">
      <w:t>553</w:t>
    </w:r>
    <w:r w:rsidR="00DA62FA">
      <w:br/>
    </w:r>
    <w:hyperlink r:id="rId2" w:history="1">
      <w:r w:rsidR="00DA62FA" w:rsidRPr="00822922">
        <w:t>erco@maipr.com</w:t>
      </w:r>
    </w:hyperlink>
  </w:p>
  <w:p w14:paraId="210824EC" w14:textId="77777777" w:rsidR="00DA62FA" w:rsidRPr="00822922" w:rsidRDefault="00DA62FA" w:rsidP="00C0765F">
    <w:pPr>
      <w:pStyle w:val="ERCOAdresse"/>
      <w:framePr w:wrap="around"/>
    </w:pPr>
    <w: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3DDB"/>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0F7EE4"/>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0F6C"/>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06BD"/>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27D98"/>
    <w:rsid w:val="004523CA"/>
    <w:rsid w:val="004546EF"/>
    <w:rsid w:val="004713E8"/>
    <w:rsid w:val="0047222A"/>
    <w:rsid w:val="00472A36"/>
    <w:rsid w:val="0047524C"/>
    <w:rsid w:val="00476A01"/>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B54B9"/>
    <w:rsid w:val="005C2E9B"/>
    <w:rsid w:val="005C4F93"/>
    <w:rsid w:val="005C5544"/>
    <w:rsid w:val="005D2B09"/>
    <w:rsid w:val="005D2D00"/>
    <w:rsid w:val="005D3D56"/>
    <w:rsid w:val="005D5630"/>
    <w:rsid w:val="005D634F"/>
    <w:rsid w:val="005E4099"/>
    <w:rsid w:val="00601847"/>
    <w:rsid w:val="00604B21"/>
    <w:rsid w:val="00605B42"/>
    <w:rsid w:val="006062F3"/>
    <w:rsid w:val="006108DA"/>
    <w:rsid w:val="00613A03"/>
    <w:rsid w:val="006155A2"/>
    <w:rsid w:val="006179B5"/>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1348"/>
    <w:rsid w:val="006D437F"/>
    <w:rsid w:val="006D4479"/>
    <w:rsid w:val="006E5015"/>
    <w:rsid w:val="006E6291"/>
    <w:rsid w:val="006E6C46"/>
    <w:rsid w:val="006E754D"/>
    <w:rsid w:val="006F00B0"/>
    <w:rsid w:val="006F38DD"/>
    <w:rsid w:val="006F4301"/>
    <w:rsid w:val="0070515E"/>
    <w:rsid w:val="00707D53"/>
    <w:rsid w:val="00712F95"/>
    <w:rsid w:val="00722429"/>
    <w:rsid w:val="007239CF"/>
    <w:rsid w:val="00723D46"/>
    <w:rsid w:val="00734FCC"/>
    <w:rsid w:val="007376E4"/>
    <w:rsid w:val="007501F5"/>
    <w:rsid w:val="00752C27"/>
    <w:rsid w:val="00772E27"/>
    <w:rsid w:val="0077629F"/>
    <w:rsid w:val="007824B7"/>
    <w:rsid w:val="00784BF2"/>
    <w:rsid w:val="00787D34"/>
    <w:rsid w:val="0079138D"/>
    <w:rsid w:val="007916B1"/>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04E3"/>
    <w:rsid w:val="00875014"/>
    <w:rsid w:val="00877C6A"/>
    <w:rsid w:val="00887D16"/>
    <w:rsid w:val="00893EAC"/>
    <w:rsid w:val="008945A8"/>
    <w:rsid w:val="0089609C"/>
    <w:rsid w:val="008967DA"/>
    <w:rsid w:val="00897B58"/>
    <w:rsid w:val="00897E4A"/>
    <w:rsid w:val="00897FF6"/>
    <w:rsid w:val="008A0542"/>
    <w:rsid w:val="008A0CEB"/>
    <w:rsid w:val="008A40F8"/>
    <w:rsid w:val="008B2303"/>
    <w:rsid w:val="008D30E4"/>
    <w:rsid w:val="008E1574"/>
    <w:rsid w:val="008F65D3"/>
    <w:rsid w:val="008F6DF0"/>
    <w:rsid w:val="009006D6"/>
    <w:rsid w:val="00904032"/>
    <w:rsid w:val="00905710"/>
    <w:rsid w:val="00910AFE"/>
    <w:rsid w:val="0091178C"/>
    <w:rsid w:val="00911E27"/>
    <w:rsid w:val="0091284C"/>
    <w:rsid w:val="00912A1F"/>
    <w:rsid w:val="00913CEB"/>
    <w:rsid w:val="00915400"/>
    <w:rsid w:val="00923127"/>
    <w:rsid w:val="00943A4D"/>
    <w:rsid w:val="00947E4F"/>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13217"/>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08CA"/>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44CE5"/>
    <w:rsid w:val="00B53D8F"/>
    <w:rsid w:val="00B56BDD"/>
    <w:rsid w:val="00B609EC"/>
    <w:rsid w:val="00B610F9"/>
    <w:rsid w:val="00B656B8"/>
    <w:rsid w:val="00B65A35"/>
    <w:rsid w:val="00B74F15"/>
    <w:rsid w:val="00B819C8"/>
    <w:rsid w:val="00B83C8B"/>
    <w:rsid w:val="00BC319A"/>
    <w:rsid w:val="00BC4216"/>
    <w:rsid w:val="00BE3975"/>
    <w:rsid w:val="00BE713F"/>
    <w:rsid w:val="00BF338E"/>
    <w:rsid w:val="00BF7C85"/>
    <w:rsid w:val="00C05475"/>
    <w:rsid w:val="00C0765F"/>
    <w:rsid w:val="00C10240"/>
    <w:rsid w:val="00C16F64"/>
    <w:rsid w:val="00C212E6"/>
    <w:rsid w:val="00C2517B"/>
    <w:rsid w:val="00C27783"/>
    <w:rsid w:val="00C44DB4"/>
    <w:rsid w:val="00C50275"/>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D026B7"/>
    <w:rsid w:val="00D02C76"/>
    <w:rsid w:val="00D03716"/>
    <w:rsid w:val="00D06469"/>
    <w:rsid w:val="00D075A9"/>
    <w:rsid w:val="00D27C4C"/>
    <w:rsid w:val="00D33AE0"/>
    <w:rsid w:val="00D34A48"/>
    <w:rsid w:val="00D378A3"/>
    <w:rsid w:val="00D37A21"/>
    <w:rsid w:val="00D42960"/>
    <w:rsid w:val="00D436BC"/>
    <w:rsid w:val="00D45D04"/>
    <w:rsid w:val="00D4714F"/>
    <w:rsid w:val="00D51B99"/>
    <w:rsid w:val="00D571C4"/>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126A"/>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2388"/>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B6EF2"/>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50275"/>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C50275"/>
    <w:pPr>
      <w:spacing w:line="360" w:lineRule="auto"/>
    </w:pPr>
    <w:rPr>
      <w:rFonts w:ascii="Arial" w:hAnsi="Arial" w:cs="Arial"/>
      <w:b/>
      <w:bCs/>
      <w:sz w:val="22"/>
      <w:szCs w:val="22"/>
    </w:rPr>
  </w:style>
  <w:style w:type="paragraph" w:customStyle="1" w:styleId="ERCOText">
    <w:name w:val="ERCO_Text"/>
    <w:basedOn w:val="Standard"/>
    <w:qFormat/>
    <w:rsid w:val="00C50275"/>
    <w:pPr>
      <w:spacing w:line="360" w:lineRule="auto"/>
    </w:pPr>
    <w:rPr>
      <w:rFonts w:ascii="Arial" w:hAnsi="Arial" w:cs="Arial"/>
      <w:sz w:val="22"/>
      <w:szCs w:val="22"/>
    </w:rPr>
  </w:style>
  <w:style w:type="paragraph" w:customStyle="1" w:styleId="ERCOInfos">
    <w:name w:val="ERCO_Infos"/>
    <w:basedOn w:val="Standard"/>
    <w:qFormat/>
    <w:rsid w:val="00C50275"/>
    <w:rPr>
      <w:rFonts w:ascii="Arial" w:hAnsi="Arial" w:cs="Arial"/>
      <w:sz w:val="20"/>
    </w:rPr>
  </w:style>
  <w:style w:type="paragraph" w:customStyle="1" w:styleId="ERCOAdresse">
    <w:name w:val="ERCO_Adresse"/>
    <w:basedOn w:val="Standard"/>
    <w:qFormat/>
    <w:rsid w:val="00C50275"/>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styleId="Titel">
    <w:name w:val="Title"/>
    <w:basedOn w:val="Standard"/>
    <w:next w:val="Standard"/>
    <w:link w:val="TitelZeichen"/>
    <w:rsid w:val="00D37A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D37A21"/>
    <w:rPr>
      <w:rFonts w:asciiTheme="majorHAnsi" w:eastAsiaTheme="majorEastAsia" w:hAnsiTheme="majorHAnsi" w:cstheme="majorBidi"/>
      <w:color w:val="17365D" w:themeColor="text2" w:themeShade="BF"/>
      <w:spacing w:val="5"/>
      <w:kern w:val="28"/>
      <w:sz w:val="52"/>
      <w:szCs w:val="5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50275"/>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C50275"/>
    <w:pPr>
      <w:spacing w:line="360" w:lineRule="auto"/>
    </w:pPr>
    <w:rPr>
      <w:rFonts w:ascii="Arial" w:hAnsi="Arial" w:cs="Arial"/>
      <w:b/>
      <w:bCs/>
      <w:sz w:val="22"/>
      <w:szCs w:val="22"/>
    </w:rPr>
  </w:style>
  <w:style w:type="paragraph" w:customStyle="1" w:styleId="ERCOText">
    <w:name w:val="ERCO_Text"/>
    <w:basedOn w:val="Standard"/>
    <w:qFormat/>
    <w:rsid w:val="00C50275"/>
    <w:pPr>
      <w:spacing w:line="360" w:lineRule="auto"/>
    </w:pPr>
    <w:rPr>
      <w:rFonts w:ascii="Arial" w:hAnsi="Arial" w:cs="Arial"/>
      <w:sz w:val="22"/>
      <w:szCs w:val="22"/>
    </w:rPr>
  </w:style>
  <w:style w:type="paragraph" w:customStyle="1" w:styleId="ERCOInfos">
    <w:name w:val="ERCO_Infos"/>
    <w:basedOn w:val="Standard"/>
    <w:qFormat/>
    <w:rsid w:val="00C50275"/>
    <w:rPr>
      <w:rFonts w:ascii="Arial" w:hAnsi="Arial" w:cs="Arial"/>
      <w:sz w:val="20"/>
    </w:rPr>
  </w:style>
  <w:style w:type="paragraph" w:customStyle="1" w:styleId="ERCOAdresse">
    <w:name w:val="ERCO_Adresse"/>
    <w:basedOn w:val="Standard"/>
    <w:qFormat/>
    <w:rsid w:val="00C50275"/>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styleId="Titel">
    <w:name w:val="Title"/>
    <w:basedOn w:val="Standard"/>
    <w:next w:val="Standard"/>
    <w:link w:val="TitelZeichen"/>
    <w:rsid w:val="00D37A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D37A21"/>
    <w:rPr>
      <w:rFonts w:asciiTheme="majorHAnsi" w:eastAsiaTheme="majorEastAsia" w:hAnsiTheme="majorHAnsi" w:cstheme="majorBidi"/>
      <w:color w:val="17365D" w:themeColor="text2" w:themeShade="BF"/>
      <w:spacing w:val="5"/>
      <w:kern w:val="28"/>
      <w:sz w:val="52"/>
      <w:szCs w:val="5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E042A-CBA7-2B49-B497-D42D9FD79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589</Words>
  <Characters>3392</Characters>
  <Application>Microsoft Macintosh Word</Application>
  <DocSecurity>0</DocSecurity>
  <Lines>72</Lines>
  <Paragraphs>15</Paragraphs>
  <ScaleCrop>false</ScaleCrop>
  <HeadingPairs>
    <vt:vector size="2" baseType="variant">
      <vt:variant>
        <vt:lpstr>Titel</vt:lpstr>
      </vt:variant>
      <vt:variant>
        <vt:i4>1</vt:i4>
      </vt:variant>
    </vt:vector>
  </HeadingPairs>
  <TitlesOfParts>
    <vt:vector size="1" baseType="lpstr">
      <vt:lpstr>ERCO Pressmeddelande Light Finder App</vt:lpstr>
    </vt:vector>
  </TitlesOfParts>
  <Manager/>
  <Company/>
  <LinksUpToDate>false</LinksUpToDate>
  <CharactersWithSpaces>3966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Pressmeddelande Light Finder App</dc:title>
  <dc:subject/>
  <dc:creator>ERCO GmbH</dc:creator>
  <cp:keywords/>
  <dc:description/>
  <cp:lastModifiedBy>Ein Microsoft Office-Anwender</cp:lastModifiedBy>
  <cp:revision>10</cp:revision>
  <cp:lastPrinted>2014-06-11T11:57:00Z</cp:lastPrinted>
  <dcterms:created xsi:type="dcterms:W3CDTF">2016-02-19T11:09:00Z</dcterms:created>
  <dcterms:modified xsi:type="dcterms:W3CDTF">2016-02-25T19:05:00Z</dcterms:modified>
  <cp:category/>
</cp:coreProperties>
</file>